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6DB1" w:rsidRPr="00644416" w:rsidRDefault="00FC1108" w:rsidP="00C76DB1">
      <w:pPr>
        <w:jc w:val="center"/>
        <w:rPr>
          <w:rFonts w:ascii="GHEA Grapalat" w:hAnsi="GHEA Grapalat" w:cs="Sylfaen"/>
          <w:b/>
          <w:lang w:val="en-US"/>
        </w:rPr>
      </w:pPr>
      <w:r>
        <w:rPr>
          <w:rFonts w:ascii="GHEA Grapalat" w:hAnsi="GHEA Grapalat" w:cs="Sylfaen"/>
          <w:b/>
          <w:lang w:val="en-US"/>
        </w:rPr>
        <w:t xml:space="preserve">  </w:t>
      </w:r>
      <w:r w:rsidR="00C76DB1" w:rsidRPr="00644416">
        <w:rPr>
          <w:rFonts w:ascii="GHEA Grapalat" w:hAnsi="GHEA Grapalat" w:cs="Sylfaen"/>
          <w:b/>
          <w:lang w:val="en-US"/>
        </w:rPr>
        <w:t>ՀՀ</w:t>
      </w:r>
      <w:r w:rsidR="00C76DB1" w:rsidRPr="00644416">
        <w:rPr>
          <w:rFonts w:ascii="GHEA Grapalat" w:hAnsi="GHEA Grapalat" w:cs="Times Armenian"/>
          <w:b/>
          <w:lang w:val="en-US"/>
        </w:rPr>
        <w:t xml:space="preserve"> </w:t>
      </w:r>
      <w:r w:rsidR="00C76DB1" w:rsidRPr="00644416">
        <w:rPr>
          <w:rFonts w:ascii="GHEA Grapalat" w:hAnsi="GHEA Grapalat" w:cs="Sylfaen"/>
          <w:b/>
          <w:lang w:val="en-US"/>
        </w:rPr>
        <w:t>ՏԱՐԱԾՔԱՅԻՆ</w:t>
      </w:r>
      <w:r w:rsidR="00C76DB1" w:rsidRPr="00644416">
        <w:rPr>
          <w:rFonts w:ascii="GHEA Grapalat" w:hAnsi="GHEA Grapalat" w:cs="Times Armenian"/>
          <w:b/>
          <w:lang w:val="en-US"/>
        </w:rPr>
        <w:t xml:space="preserve"> </w:t>
      </w:r>
      <w:r w:rsidR="00C76DB1" w:rsidRPr="00644416">
        <w:rPr>
          <w:rFonts w:ascii="GHEA Grapalat" w:hAnsi="GHEA Grapalat" w:cs="Sylfaen"/>
          <w:b/>
          <w:lang w:val="en-US"/>
        </w:rPr>
        <w:t xml:space="preserve">ԿԱՌԱՎԱՐՄԱՆ ԵՎ </w:t>
      </w:r>
      <w:r w:rsidR="009C7D2E">
        <w:rPr>
          <w:rFonts w:ascii="GHEA Grapalat" w:hAnsi="GHEA Grapalat" w:cs="Sylfaen"/>
          <w:b/>
          <w:lang w:val="en-US"/>
        </w:rPr>
        <w:t xml:space="preserve">ԵՆԹԱԿԱՌՈՒՑՎԱԾՔՆԵՐԻ </w:t>
      </w:r>
      <w:r w:rsidR="00C76DB1" w:rsidRPr="00644416">
        <w:rPr>
          <w:rFonts w:ascii="GHEA Grapalat" w:hAnsi="GHEA Grapalat" w:cs="Sylfaen"/>
          <w:b/>
          <w:lang w:val="en-US"/>
        </w:rPr>
        <w:t>ՆԱԽԱՐԱՐՈ</w:t>
      </w:r>
      <w:r w:rsidR="00C76DB1" w:rsidRPr="00644416">
        <w:rPr>
          <w:rFonts w:ascii="GHEA Grapalat" w:hAnsi="GHEA Grapalat" w:cs="Times Armenian"/>
          <w:b/>
          <w:lang w:val="en-US"/>
        </w:rPr>
        <w:t>ՒԹ</w:t>
      </w:r>
      <w:r w:rsidR="00C76DB1" w:rsidRPr="00644416">
        <w:rPr>
          <w:rFonts w:ascii="GHEA Grapalat" w:hAnsi="GHEA Grapalat" w:cs="Sylfaen"/>
          <w:b/>
          <w:lang w:val="en-US"/>
        </w:rPr>
        <w:t>ՅՈՒՆ</w:t>
      </w:r>
    </w:p>
    <w:p w:rsidR="000B43C3" w:rsidRPr="00644416" w:rsidRDefault="008D37AE" w:rsidP="00800180">
      <w:pPr>
        <w:spacing w:line="276" w:lineRule="auto"/>
        <w:jc w:val="right"/>
        <w:rPr>
          <w:rFonts w:ascii="GHEA Grapalat" w:hAnsi="GHEA Grapalat"/>
          <w:lang w:val="en-US"/>
        </w:rPr>
      </w:pPr>
      <w:r w:rsidRPr="00644416">
        <w:rPr>
          <w:rFonts w:ascii="GHEA Grapalat" w:hAnsi="GHEA Grapalat"/>
          <w:lang w:val="en-US"/>
        </w:rPr>
        <w:t xml:space="preserve">                                                                              </w:t>
      </w:r>
      <w:r w:rsidR="0088753B" w:rsidRPr="00644416">
        <w:rPr>
          <w:rFonts w:ascii="GHEA Grapalat" w:hAnsi="GHEA Grapalat"/>
          <w:lang w:val="en-US"/>
        </w:rPr>
        <w:t xml:space="preserve">             </w:t>
      </w:r>
      <w:r w:rsidR="00854195" w:rsidRPr="00644416">
        <w:rPr>
          <w:rFonts w:ascii="GHEA Grapalat" w:hAnsi="GHEA Grapalat"/>
          <w:lang w:val="en-US"/>
        </w:rPr>
        <w:t xml:space="preserve">  </w:t>
      </w:r>
      <w:r w:rsidRPr="00644416">
        <w:rPr>
          <w:rFonts w:ascii="GHEA Grapalat" w:hAnsi="GHEA Grapalat"/>
          <w:lang w:val="en-US"/>
        </w:rPr>
        <w:t xml:space="preserve">   </w:t>
      </w:r>
      <w:r w:rsidR="00670560" w:rsidRPr="00644416">
        <w:rPr>
          <w:rFonts w:ascii="GHEA Grapalat" w:hAnsi="GHEA Grapalat" w:cs="Sylfaen"/>
          <w:lang w:val="en-US"/>
        </w:rPr>
        <w:t>Երևան</w:t>
      </w:r>
      <w:r w:rsidR="00670560" w:rsidRPr="00644416">
        <w:rPr>
          <w:rFonts w:ascii="GHEA Grapalat" w:hAnsi="GHEA Grapalat" w:cs="Times Armenian"/>
          <w:lang w:val="en-US"/>
        </w:rPr>
        <w:t xml:space="preserve">, </w:t>
      </w:r>
      <w:r w:rsidR="00670560" w:rsidRPr="00644416">
        <w:rPr>
          <w:rFonts w:ascii="GHEA Grapalat" w:hAnsi="GHEA Grapalat" w:cs="Sylfaen"/>
          <w:lang w:val="en-US"/>
        </w:rPr>
        <w:t>Կառավարական</w:t>
      </w:r>
      <w:r w:rsidR="00670560" w:rsidRPr="00644416">
        <w:rPr>
          <w:rFonts w:ascii="GHEA Grapalat" w:hAnsi="GHEA Grapalat" w:cs="Times Armenian"/>
          <w:lang w:val="en-US"/>
        </w:rPr>
        <w:t xml:space="preserve"> </w:t>
      </w:r>
      <w:r w:rsidR="00670560" w:rsidRPr="00644416">
        <w:rPr>
          <w:rFonts w:ascii="GHEA Grapalat" w:hAnsi="GHEA Grapalat" w:cs="Sylfaen"/>
          <w:lang w:val="en-US"/>
        </w:rPr>
        <w:t>տուն</w:t>
      </w:r>
      <w:r w:rsidR="00670560" w:rsidRPr="00644416">
        <w:rPr>
          <w:rFonts w:ascii="GHEA Grapalat" w:hAnsi="GHEA Grapalat" w:cs="Times Armenian"/>
          <w:lang w:val="en-US"/>
        </w:rPr>
        <w:t xml:space="preserve"> </w:t>
      </w:r>
      <w:r w:rsidR="00C76DB1" w:rsidRPr="00644416">
        <w:rPr>
          <w:rFonts w:ascii="GHEA Grapalat" w:hAnsi="GHEA Grapalat" w:cs="Times Armenian"/>
          <w:lang w:val="en-US"/>
        </w:rPr>
        <w:t>3</w:t>
      </w:r>
    </w:p>
    <w:p w:rsidR="00DA379C" w:rsidRPr="00F654CE" w:rsidRDefault="008F7B19" w:rsidP="00DA379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>
        <w:rPr>
          <w:rFonts w:ascii="GHEA Grapalat" w:hAnsi="GHEA Grapalat"/>
          <w:b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114300</wp:posOffset>
                </wp:positionH>
                <wp:positionV relativeFrom="paragraph">
                  <wp:posOffset>1905</wp:posOffset>
                </wp:positionV>
                <wp:extent cx="6743700" cy="0"/>
                <wp:effectExtent l="19050" t="20955" r="19050" b="2667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7437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1516CD" id="Line 2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pt,.15pt" to="540pt,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" strokeweight="3pt">
                <v:stroke linestyle="thinThin"/>
              </v:line>
            </w:pict>
          </mc:Fallback>
        </mc:AlternateContent>
      </w:r>
      <w:r w:rsidR="00670560" w:rsidRPr="00644416">
        <w:rPr>
          <w:rFonts w:ascii="GHEA Grapalat" w:hAnsi="GHEA Grapalat" w:cs="Sylfaen"/>
          <w:b/>
          <w:lang w:val="en-US"/>
        </w:rPr>
        <w:t>Հ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Յ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Տ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Ր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Ա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Ր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Ո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Ւ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Թ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Յ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Ո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Ւ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</w:t>
      </w:r>
      <w:r w:rsidR="00670560" w:rsidRPr="00644416">
        <w:rPr>
          <w:rFonts w:ascii="GHEA Grapalat" w:hAnsi="GHEA Grapalat" w:cs="Sylfaen"/>
          <w:b/>
          <w:lang w:val="en-US"/>
        </w:rPr>
        <w:t>Ն</w:t>
      </w:r>
      <w:r w:rsidR="00670560" w:rsidRPr="00644416">
        <w:rPr>
          <w:rFonts w:ascii="GHEA Grapalat" w:hAnsi="GHEA Grapalat" w:cs="Times Armenian"/>
          <w:b/>
          <w:lang w:val="en-US"/>
        </w:rPr>
        <w:t xml:space="preserve">  </w:t>
      </w:r>
      <w:r w:rsidR="00FC227A" w:rsidRPr="00644416">
        <w:rPr>
          <w:rFonts w:ascii="GHEA Grapalat" w:hAnsi="GHEA Grapalat"/>
          <w:b/>
          <w:lang w:val="en-US"/>
        </w:rPr>
        <w:t>N</w:t>
      </w:r>
      <w:r w:rsidR="009C2FBA" w:rsidRPr="00644416">
        <w:rPr>
          <w:rFonts w:ascii="GHEA Grapalat" w:hAnsi="GHEA Grapalat"/>
          <w:b/>
          <w:lang w:val="en-US"/>
        </w:rPr>
        <w:t xml:space="preserve"> </w:t>
      </w:r>
      <w:r w:rsidR="00AA2FB7">
        <w:rPr>
          <w:rFonts w:ascii="GHEA Grapalat" w:hAnsi="GHEA Grapalat"/>
          <w:b/>
          <w:lang w:val="en-US"/>
        </w:rPr>
        <w:t>47</w:t>
      </w:r>
    </w:p>
    <w:p w:rsidR="00394C6E" w:rsidRPr="004537DD" w:rsidRDefault="00670560" w:rsidP="00DA379C">
      <w:pPr>
        <w:spacing w:line="276" w:lineRule="auto"/>
        <w:jc w:val="center"/>
        <w:rPr>
          <w:rFonts w:ascii="GHEA Grapalat" w:hAnsi="GHEA Grapalat"/>
          <w:b/>
          <w:lang w:val="hy-AM"/>
        </w:rPr>
      </w:pPr>
      <w:r w:rsidRPr="004537DD">
        <w:rPr>
          <w:rFonts w:ascii="GHEA Grapalat" w:hAnsi="GHEA Grapalat"/>
          <w:b/>
          <w:lang w:val="hy-AM"/>
        </w:rPr>
        <w:t xml:space="preserve">                                 </w:t>
      </w:r>
    </w:p>
    <w:p w:rsidR="00C76DB1" w:rsidRDefault="00C76DB1" w:rsidP="00C76DB1">
      <w:pPr>
        <w:jc w:val="center"/>
        <w:rPr>
          <w:rFonts w:ascii="GHEA Grapalat" w:hAnsi="GHEA Grapalat" w:cs="Sylfaen"/>
          <w:b/>
          <w:lang w:val="hy-AM"/>
        </w:rPr>
      </w:pPr>
      <w:r w:rsidRPr="004537DD">
        <w:rPr>
          <w:rFonts w:ascii="GHEA Grapalat" w:hAnsi="GHEA Grapalat" w:cs="Sylfaen"/>
          <w:b/>
          <w:lang w:val="hy-AM"/>
        </w:rPr>
        <w:t>Համայնքային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ծառայության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կադրերի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ռեզերվում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գրանցված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անձանց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ՀՀ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տարածքային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 xml:space="preserve">կառավարման և </w:t>
      </w:r>
      <w:r w:rsidR="002A2CFE" w:rsidRPr="004537DD">
        <w:rPr>
          <w:rFonts w:ascii="GHEA Grapalat" w:hAnsi="GHEA Grapalat" w:cs="Sylfaen"/>
          <w:b/>
          <w:lang w:val="hy-AM"/>
        </w:rPr>
        <w:t xml:space="preserve">ենթակառուցվածքների </w:t>
      </w:r>
      <w:r w:rsidRPr="004537DD">
        <w:rPr>
          <w:rFonts w:ascii="GHEA Grapalat" w:hAnsi="GHEA Grapalat" w:cs="Sylfaen"/>
          <w:b/>
          <w:lang w:val="hy-AM"/>
        </w:rPr>
        <w:t xml:space="preserve"> նախարարությունը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տեղեկացնում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է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ժամանակավոր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թափուր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պաշտոնի</w:t>
      </w:r>
      <w:r w:rsidRPr="004537DD">
        <w:rPr>
          <w:rFonts w:ascii="GHEA Grapalat" w:hAnsi="GHEA Grapalat" w:cs="Times Armenian"/>
          <w:b/>
          <w:lang w:val="hy-AM"/>
        </w:rPr>
        <w:t xml:space="preserve"> </w:t>
      </w:r>
      <w:r w:rsidRPr="004537DD">
        <w:rPr>
          <w:rFonts w:ascii="GHEA Grapalat" w:hAnsi="GHEA Grapalat" w:cs="Sylfaen"/>
          <w:b/>
          <w:lang w:val="hy-AM"/>
        </w:rPr>
        <w:t>վերաբերյալ</w:t>
      </w:r>
    </w:p>
    <w:p w:rsidR="00C84703" w:rsidRPr="007B75B1" w:rsidRDefault="00C84703" w:rsidP="00AA2FB7">
      <w:pPr>
        <w:jc w:val="both"/>
        <w:rPr>
          <w:rFonts w:ascii="GHEA Grapalat" w:hAnsi="GHEA Grapalat" w:cs="Sylfaen"/>
          <w:lang w:val="hy-AM"/>
        </w:rPr>
      </w:pPr>
    </w:p>
    <w:p w:rsidR="00AA2FB7" w:rsidRPr="00F72D08" w:rsidRDefault="00AA2FB7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Times LatArm"/>
          <w:lang w:val="hy-AM"/>
        </w:rPr>
        <w:t>Հայաստանի Հանրապետության Արմավիրի մարզի Վաղարշապատի համայնքապետարանի աշխատակազմի քաղաքաշի</w:t>
      </w:r>
      <w:r w:rsidRPr="00F72D08">
        <w:rPr>
          <w:rFonts w:ascii="GHEA Grapalat" w:hAnsi="GHEA Grapalat" w:cs="Times LatArm"/>
          <w:lang w:val="hy-AM"/>
        </w:rPr>
        <w:t xml:space="preserve">նության և հողօգտագործման բաժնի </w:t>
      </w:r>
      <w:r w:rsidRPr="00F72D08">
        <w:rPr>
          <w:rFonts w:ascii="GHEA Grapalat" w:hAnsi="GHEA Grapalat" w:cs="Times LatArm"/>
          <w:lang w:val="hy-AM"/>
        </w:rPr>
        <w:t>երկրորդ կարգի մասնագետ</w:t>
      </w:r>
      <w:r w:rsidRPr="00F72D08">
        <w:rPr>
          <w:rFonts w:ascii="GHEA Grapalat" w:hAnsi="GHEA Grapalat" w:cs="Times LatArm"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</w:t>
      </w:r>
      <w:r w:rsidRPr="00F72D08">
        <w:rPr>
          <w:rFonts w:ascii="GHEA Grapalat" w:hAnsi="GHEA Grapalat"/>
          <w:lang w:val="hy-AM"/>
        </w:rPr>
        <w:t>.</w:t>
      </w:r>
      <w:r w:rsidRPr="00F72D08">
        <w:rPr>
          <w:rFonts w:ascii="GHEA Grapalat" w:hAnsi="GHEA Grapalat"/>
          <w:lang w:val="hy-AM"/>
        </w:rPr>
        <w:t>3-</w:t>
      </w:r>
      <w:r w:rsidRPr="00F72D08">
        <w:rPr>
          <w:rFonts w:ascii="GHEA Grapalat" w:hAnsi="GHEA Grapalat"/>
          <w:lang w:val="hy-AM"/>
        </w:rPr>
        <w:t>3)</w:t>
      </w:r>
    </w:p>
    <w:p w:rsidR="00AA2FB7" w:rsidRPr="00F72D08" w:rsidRDefault="00AA2FB7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Times LatArm"/>
          <w:lang w:val="hy-AM"/>
        </w:rPr>
        <w:t>Հայաստանի Հանրապետության Արմավիրի մարզի Վաղարշապատի համայնքապետարանի աշխատակազմի քաղաքաշինության և հողաշինության բաժնի</w:t>
      </w:r>
      <w:r w:rsidRPr="00F72D08">
        <w:rPr>
          <w:rFonts w:ascii="GHEA Grapalat" w:hAnsi="GHEA Grapalat" w:cs="Times LatArm"/>
          <w:lang w:val="hy-AM"/>
        </w:rPr>
        <w:t xml:space="preserve"> </w:t>
      </w:r>
      <w:r w:rsidRPr="00F72D08">
        <w:rPr>
          <w:rFonts w:ascii="GHEA Grapalat" w:hAnsi="GHEA Grapalat" w:cs="Times LatArm"/>
          <w:lang w:val="hy-AM"/>
        </w:rPr>
        <w:t>երկրորդ կարգի մասնագետ</w:t>
      </w:r>
      <w:r w:rsidRPr="00F72D08">
        <w:rPr>
          <w:rFonts w:ascii="GHEA Grapalat" w:hAnsi="GHEA Grapalat" w:cs="Times LatArm"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3.3-2</w:t>
      </w:r>
      <w:r w:rsidRPr="00F72D08">
        <w:rPr>
          <w:rFonts w:ascii="GHEA Grapalat" w:hAnsi="GHEA Grapalat"/>
          <w:lang w:val="hy-AM"/>
        </w:rPr>
        <w:t>)</w:t>
      </w:r>
    </w:p>
    <w:p w:rsidR="00AA2FB7" w:rsidRPr="00F72D08" w:rsidRDefault="00AA2FB7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Times LatArm"/>
          <w:lang w:val="hy-AM"/>
        </w:rPr>
        <w:t>Հայաստանի Հանրապետության Արմավիրի մարզի Վաղարշապատի համայնքապետարանի աշխատակազմի</w:t>
      </w:r>
      <w:r w:rsidRPr="00F72D08">
        <w:rPr>
          <w:rFonts w:ascii="GHEA Grapalat" w:hAnsi="GHEA Grapalat" w:cs="Times LatArm"/>
          <w:lang w:val="hy-AM"/>
        </w:rPr>
        <w:t xml:space="preserve"> </w:t>
      </w:r>
      <w:r w:rsidRPr="00F72D08">
        <w:rPr>
          <w:rFonts w:ascii="GHEA Grapalat" w:hAnsi="GHEA Grapalat" w:cs="Times LatArm"/>
          <w:lang w:val="hy-AM"/>
        </w:rPr>
        <w:t>քաղաքաշինության և հողաշինության բաժնի</w:t>
      </w:r>
      <w:r w:rsidRPr="00F72D08">
        <w:rPr>
          <w:rFonts w:ascii="GHEA Grapalat" w:hAnsi="GHEA Grapalat" w:cs="Times LatArm"/>
          <w:lang w:val="hy-AM"/>
        </w:rPr>
        <w:t xml:space="preserve"> </w:t>
      </w:r>
      <w:r w:rsidRPr="00F72D08">
        <w:rPr>
          <w:rFonts w:ascii="GHEA Grapalat" w:hAnsi="GHEA Grapalat" w:cs="Times LatArm"/>
          <w:lang w:val="hy-AM"/>
        </w:rPr>
        <w:t xml:space="preserve">երկրորդ կարգի </w:t>
      </w:r>
      <w:r w:rsidR="00B927E7">
        <w:rPr>
          <w:rFonts w:ascii="GHEA Grapalat" w:hAnsi="GHEA Grapalat" w:cs="Times LatArm"/>
          <w:lang w:val="hy-AM"/>
        </w:rPr>
        <w:t>մասնագետ</w:t>
      </w:r>
      <w:r w:rsidRPr="00F72D08">
        <w:rPr>
          <w:rFonts w:ascii="GHEA Grapalat" w:hAnsi="GHEA Grapalat" w:cs="Times LatArm"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3.3-1</w:t>
      </w:r>
      <w:r w:rsidRPr="00F72D08">
        <w:rPr>
          <w:rFonts w:ascii="GHEA Grapalat" w:hAnsi="GHEA Grapalat"/>
          <w:lang w:val="hy-AM"/>
        </w:rPr>
        <w:t>)</w:t>
      </w:r>
    </w:p>
    <w:p w:rsidR="00AA2FB7" w:rsidRPr="00F72D08" w:rsidRDefault="00AA2FB7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քարտուղարության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առաջին կարգի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B927E7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3.2-24</w:t>
      </w:r>
      <w:r w:rsidRPr="00F72D08">
        <w:rPr>
          <w:rFonts w:ascii="GHEA Grapalat" w:hAnsi="GHEA Grapalat"/>
          <w:lang w:val="hy-AM"/>
        </w:rPr>
        <w:t>)</w:t>
      </w:r>
    </w:p>
    <w:p w:rsidR="00F654CE" w:rsidRPr="00F72D08" w:rsidRDefault="00AA2FB7" w:rsidP="00F654CE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քարտուղարության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առաջին կարգի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B927E7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3.2-23</w:t>
      </w:r>
      <w:r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72D08">
        <w:rPr>
          <w:rFonts w:ascii="GHEA Grapalat" w:hAnsi="GHEA Grapalat"/>
          <w:bCs/>
          <w:lang w:val="hy-AM"/>
        </w:rPr>
        <w:t xml:space="preserve">  </w:t>
      </w:r>
      <w:r w:rsidRPr="00F72D08">
        <w:rPr>
          <w:rFonts w:ascii="GHEA Grapalat" w:hAnsi="GHEA Grapalat" w:cs="Sylfaen"/>
          <w:lang w:val="hy-AM"/>
        </w:rPr>
        <w:t>քարտուղարության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առաջին կարգի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B927E7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3.2-22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B927E7">
        <w:rPr>
          <w:rFonts w:ascii="GHEA Grapalat" w:hAnsi="GHEA Grapalat" w:cs="Sylfaen"/>
          <w:lang w:val="hy-AM"/>
        </w:rPr>
        <w:t>առաջին կարգի  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3.2-21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 w:cs="Arial LatArm"/>
          <w:lang w:val="hy-AM"/>
        </w:rPr>
        <w:t xml:space="preserve"> 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B927E7">
        <w:rPr>
          <w:rFonts w:ascii="GHEA Grapalat" w:hAnsi="GHEA Grapalat" w:cs="Sylfaen"/>
          <w:lang w:val="hy-AM"/>
        </w:rPr>
        <w:t>առաջին կարգի  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3.2-20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B927E7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B927E7">
        <w:rPr>
          <w:rFonts w:ascii="GHEA Grapalat" w:hAnsi="GHEA Grapalat" w:cs="Arial LatArm"/>
          <w:lang w:val="hy-AM"/>
        </w:rPr>
        <w:t xml:space="preserve"> </w:t>
      </w:r>
      <w:r w:rsidR="00B927E7">
        <w:rPr>
          <w:rFonts w:ascii="GHEA Grapalat" w:hAnsi="GHEA Grapalat" w:cs="Sylfaen"/>
          <w:lang w:val="hy-AM"/>
        </w:rPr>
        <w:t>առաջին կարգի  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3.2-19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 w:cs="Arial LatArm"/>
          <w:lang w:val="hy-AM"/>
        </w:rPr>
        <w:t xml:space="preserve"> 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B927E7">
        <w:rPr>
          <w:rFonts w:ascii="GHEA Grapalat" w:hAnsi="GHEA Grapalat" w:cs="Sylfaen"/>
          <w:lang w:val="hy-AM"/>
        </w:rPr>
        <w:t>առաջին կարգի  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3.2-18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B927E7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B927E7">
        <w:rPr>
          <w:rFonts w:ascii="GHEA Grapalat" w:hAnsi="GHEA Grapalat" w:cs="Arial LatArm"/>
          <w:lang w:val="hy-AM"/>
        </w:rPr>
        <w:t xml:space="preserve"> </w:t>
      </w:r>
      <w:r w:rsidR="00B927E7">
        <w:rPr>
          <w:rFonts w:ascii="GHEA Grapalat" w:hAnsi="GHEA Grapalat" w:cs="Sylfaen"/>
          <w:lang w:val="hy-AM"/>
        </w:rPr>
        <w:t>առաջին կարգի  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3.2-17</w:t>
      </w:r>
      <w:r w:rsidR="00AA2FB7" w:rsidRPr="00F72D08">
        <w:rPr>
          <w:rFonts w:ascii="GHEA Grapalat" w:hAnsi="GHEA Grapalat"/>
          <w:lang w:val="hy-AM"/>
        </w:rPr>
        <w:t>)</w:t>
      </w:r>
    </w:p>
    <w:p w:rsidR="007D3940" w:rsidRPr="00F72D08" w:rsidRDefault="00F654CE" w:rsidP="00AA2FB7">
      <w:pPr>
        <w:pStyle w:val="ListParagraph"/>
        <w:numPr>
          <w:ilvl w:val="0"/>
          <w:numId w:val="28"/>
        </w:numPr>
        <w:shd w:val="clear" w:color="auto" w:fill="FFFFFF"/>
        <w:ind w:right="67"/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B927E7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9564F3" w:rsidRPr="00F72D08">
        <w:rPr>
          <w:rFonts w:ascii="GHEA Grapalat" w:hAnsi="GHEA Grapalat"/>
          <w:lang w:val="hy-AM"/>
        </w:rPr>
        <w:t>(ծածկագիր`</w:t>
      </w:r>
      <w:r w:rsidRPr="00F72D08">
        <w:rPr>
          <w:rFonts w:ascii="GHEA Grapalat" w:hAnsi="GHEA Grapalat"/>
          <w:lang w:val="hy-AM"/>
        </w:rPr>
        <w:t xml:space="preserve"> 3.2-16</w:t>
      </w:r>
      <w:r w:rsidR="009564F3" w:rsidRPr="00F72D08">
        <w:rPr>
          <w:rFonts w:ascii="GHEA Grapalat" w:hAnsi="GHEA Grapalat"/>
          <w:lang w:val="hy-AM"/>
        </w:rPr>
        <w:t>)</w:t>
      </w:r>
    </w:p>
    <w:p w:rsidR="007D3940" w:rsidRPr="00F72D08" w:rsidRDefault="00F654CE" w:rsidP="00AA2FB7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b/>
          <w:lang w:val="hy-AM"/>
        </w:rPr>
      </w:pPr>
      <w:r w:rsidRPr="00F72D08">
        <w:rPr>
          <w:rFonts w:ascii="GHEA Grapalat" w:hAnsi="GHEA Grapalat" w:cs="Sylfaen"/>
          <w:lang w:val="hy-AM"/>
        </w:rPr>
        <w:lastRenderedPageBreak/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(</w:t>
      </w:r>
      <w:r w:rsidRPr="00F72D08">
        <w:rPr>
          <w:rFonts w:ascii="GHEA Grapalat" w:hAnsi="GHEA Grapalat" w:cs="Sylfaen"/>
          <w:lang w:val="hy-AM"/>
        </w:rPr>
        <w:t>այսուհետ</w:t>
      </w:r>
      <w:r w:rsidRPr="00F72D08">
        <w:rPr>
          <w:rFonts w:ascii="GHEA Grapalat" w:hAnsi="GHEA Grapalat"/>
          <w:lang w:val="hy-AM"/>
        </w:rPr>
        <w:t xml:space="preserve">՝ </w:t>
      </w:r>
      <w:r w:rsidRPr="00F72D08">
        <w:rPr>
          <w:rFonts w:ascii="GHEA Grapalat" w:hAnsi="GHEA Grapalat" w:cs="Sylfaen"/>
          <w:lang w:val="hy-AM"/>
        </w:rPr>
        <w:t>բաժին</w:t>
      </w:r>
      <w:r w:rsidRPr="00F72D08">
        <w:rPr>
          <w:rFonts w:ascii="GHEA Grapalat" w:hAnsi="GHEA Grapalat"/>
          <w:lang w:val="hy-AM"/>
        </w:rPr>
        <w:t xml:space="preserve">)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Pr="00F72D08">
        <w:rPr>
          <w:rFonts w:ascii="GHEA Grapalat" w:hAnsi="GHEA Grapalat" w:cs="Sylfaen"/>
          <w:lang w:val="hy-AM"/>
        </w:rPr>
        <w:t>ետի</w:t>
      </w:r>
      <w:r w:rsidRPr="00F72D08">
        <w:rPr>
          <w:rFonts w:ascii="GHEA Grapalat" w:hAnsi="GHEA Grapalat"/>
          <w:lang w:val="hy-AM"/>
        </w:rPr>
        <w:t xml:space="preserve"> </w:t>
      </w:r>
      <w:r w:rsidR="00C72B7C" w:rsidRPr="00F72D08">
        <w:rPr>
          <w:rFonts w:ascii="GHEA Grapalat" w:hAnsi="GHEA Grapalat"/>
          <w:lang w:val="hy-AM"/>
        </w:rPr>
        <w:t>(</w:t>
      </w:r>
      <w:r w:rsidR="00C72B7C" w:rsidRPr="00F72D08">
        <w:rPr>
          <w:rFonts w:ascii="GHEA Grapalat" w:hAnsi="GHEA Grapalat" w:cs="Sylfaen"/>
          <w:lang w:val="hy-AM"/>
        </w:rPr>
        <w:t xml:space="preserve">ծածկագիր` </w:t>
      </w:r>
      <w:r w:rsidRPr="00F72D08">
        <w:rPr>
          <w:rFonts w:ascii="GHEA Grapalat" w:hAnsi="GHEA Grapalat"/>
          <w:lang w:val="hy-AM"/>
        </w:rPr>
        <w:t>3.2-15</w:t>
      </w:r>
      <w:r w:rsidR="00C72B7C" w:rsidRPr="00F72D08">
        <w:rPr>
          <w:rFonts w:ascii="GHEA Grapalat" w:hAnsi="GHEA Grapalat"/>
          <w:lang w:val="hy-AM"/>
        </w:rPr>
        <w:t>)</w:t>
      </w:r>
    </w:p>
    <w:p w:rsidR="00F654CE" w:rsidRPr="00F72D08" w:rsidRDefault="00F654CE" w:rsidP="00B927E7">
      <w:pPr>
        <w:jc w:val="both"/>
        <w:rPr>
          <w:rFonts w:ascii="GHEA Grapalat" w:hAnsi="GHEA Grapalat" w:cs="Sylfaen"/>
          <w:lang w:val="hy-AM"/>
        </w:rPr>
      </w:pPr>
    </w:p>
    <w:p w:rsidR="0018603A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511439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511439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511439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7D3940" w:rsidRPr="00F72D08">
        <w:rPr>
          <w:rFonts w:ascii="GHEA Grapalat" w:hAnsi="GHEA Grapalat"/>
          <w:lang w:val="hy-AM"/>
        </w:rPr>
        <w:t>(</w:t>
      </w:r>
      <w:r w:rsidR="007D3940" w:rsidRPr="00F72D08">
        <w:rPr>
          <w:rFonts w:ascii="GHEA Grapalat" w:hAnsi="GHEA Grapalat" w:cs="Sylfaen"/>
          <w:lang w:val="hy-AM"/>
        </w:rPr>
        <w:t xml:space="preserve">ծածկագիր` </w:t>
      </w:r>
      <w:r w:rsidRPr="00F72D08">
        <w:rPr>
          <w:rFonts w:ascii="GHEA Grapalat" w:hAnsi="GHEA Grapalat"/>
          <w:lang w:val="hy-AM"/>
        </w:rPr>
        <w:t>3.2-14</w:t>
      </w:r>
      <w:r w:rsidR="007D3940" w:rsidRPr="00F72D08">
        <w:rPr>
          <w:rFonts w:ascii="GHEA Grapalat" w:hAnsi="GHEA Grapalat"/>
          <w:lang w:val="hy-AM"/>
        </w:rPr>
        <w:t>)</w:t>
      </w:r>
    </w:p>
    <w:p w:rsidR="00050EDA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511439">
        <w:rPr>
          <w:rFonts w:ascii="GHEA Grapalat" w:hAnsi="GHEA Grapalat" w:cs="Sylfaen"/>
          <w:lang w:val="hy-AM"/>
        </w:rPr>
        <w:t xml:space="preserve">ետ </w:t>
      </w:r>
      <w:r w:rsidR="0018603A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2-13</w:t>
      </w:r>
      <w:r w:rsidR="0018603A" w:rsidRPr="00F72D08">
        <w:rPr>
          <w:rFonts w:ascii="GHEA Grapalat" w:hAnsi="GHEA Grapalat"/>
          <w:lang w:val="hy-AM"/>
        </w:rPr>
        <w:t>)</w:t>
      </w:r>
    </w:p>
    <w:p w:rsidR="0018603A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/>
          <w:lang w:val="hy-AM"/>
        </w:rPr>
        <w:t xml:space="preserve"> (ծածկագիր` 3.2-12</w:t>
      </w:r>
      <w:r w:rsidR="0018603A" w:rsidRPr="00F72D08">
        <w:rPr>
          <w:rFonts w:ascii="GHEA Grapalat" w:hAnsi="GHEA Grapalat"/>
          <w:lang w:val="hy-AM"/>
        </w:rPr>
        <w:t>)</w:t>
      </w:r>
    </w:p>
    <w:p w:rsidR="0018603A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>(ծածկագիր` 3.1-11</w:t>
      </w:r>
      <w:r w:rsidR="0018603A" w:rsidRPr="00F72D08">
        <w:rPr>
          <w:rFonts w:ascii="GHEA Grapalat" w:hAnsi="GHEA Grapalat"/>
          <w:lang w:val="hy-AM"/>
        </w:rPr>
        <w:t>)</w:t>
      </w:r>
    </w:p>
    <w:p w:rsidR="00050EDA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16194C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2-10</w:t>
      </w:r>
      <w:r w:rsidR="0016194C" w:rsidRPr="00F72D08">
        <w:rPr>
          <w:rFonts w:ascii="GHEA Grapalat" w:hAnsi="GHEA Grapalat"/>
          <w:lang w:val="hy-AM"/>
        </w:rPr>
        <w:t>)</w:t>
      </w:r>
    </w:p>
    <w:p w:rsidR="0016194C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16194C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3.2-9</w:t>
      </w:r>
      <w:r w:rsidR="0016194C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կարգի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3.2-8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F654CE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  համայնքապետարանի աշխատակազմի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</w:t>
      </w:r>
      <w:r w:rsidRPr="00F72D08">
        <w:rPr>
          <w:rFonts w:ascii="GHEA Grapalat" w:hAnsi="GHEA Grapalat"/>
          <w:lang w:val="hy-AM"/>
        </w:rPr>
        <w:t>գ</w:t>
      </w:r>
      <w:r w:rsidRPr="00F72D08">
        <w:rPr>
          <w:rFonts w:ascii="GHEA Grapalat" w:hAnsi="GHEA Grapalat" w:cs="Sylfaen"/>
          <w:lang w:val="hy-AM"/>
        </w:rPr>
        <w:t>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3.2-</w:t>
      </w:r>
      <w:r w:rsidRPr="00F72D08">
        <w:rPr>
          <w:rFonts w:ascii="GHEA Grapalat" w:hAnsi="GHEA Grapalat"/>
          <w:lang w:val="hy-AM"/>
        </w:rPr>
        <w:t>7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3F08E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  համայնքապետարանի 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="009E2A4D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</w:t>
      </w:r>
      <w:r w:rsidRPr="00F72D08">
        <w:rPr>
          <w:rFonts w:ascii="GHEA Grapalat" w:hAnsi="GHEA Grapalat"/>
          <w:lang w:val="hy-AM"/>
        </w:rPr>
        <w:t>գ</w:t>
      </w:r>
      <w:r w:rsidRPr="00F72D08">
        <w:rPr>
          <w:rFonts w:ascii="GHEA Grapalat" w:hAnsi="GHEA Grapalat" w:cs="Sylfaen"/>
          <w:lang w:val="hy-AM"/>
        </w:rPr>
        <w:t>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3.2-6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3F08E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  համայնքապետարանի 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</w:t>
      </w:r>
      <w:r w:rsidRPr="00F72D08">
        <w:rPr>
          <w:rFonts w:ascii="GHEA Grapalat" w:hAnsi="GHEA Grapalat"/>
          <w:lang w:val="hy-AM"/>
        </w:rPr>
        <w:t>գ</w:t>
      </w:r>
      <w:r w:rsidRPr="00F72D08">
        <w:rPr>
          <w:rFonts w:ascii="GHEA Grapalat" w:hAnsi="GHEA Grapalat" w:cs="Sylfaen"/>
          <w:lang w:val="hy-AM"/>
        </w:rPr>
        <w:t>ի մասնա</w:t>
      </w:r>
      <w:r w:rsidRPr="00F72D08">
        <w:rPr>
          <w:rFonts w:ascii="GHEA Grapalat" w:hAnsi="GHEA Grapalat"/>
          <w:lang w:val="hy-AM"/>
        </w:rPr>
        <w:t>գ</w:t>
      </w:r>
      <w:r w:rsidR="009E2A4D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3.2-</w:t>
      </w:r>
      <w:r w:rsidRPr="00F72D08">
        <w:rPr>
          <w:rFonts w:ascii="GHEA Grapalat" w:hAnsi="GHEA Grapalat"/>
          <w:lang w:val="hy-AM"/>
        </w:rPr>
        <w:t>5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3F08E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  համայնքապետարանի 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="00FE41B0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 կար</w:t>
      </w:r>
      <w:r w:rsidRPr="00F72D08">
        <w:rPr>
          <w:rFonts w:ascii="GHEA Grapalat" w:hAnsi="GHEA Grapalat"/>
          <w:lang w:val="hy-AM"/>
        </w:rPr>
        <w:t>գ</w:t>
      </w:r>
      <w:r w:rsidRPr="00F72D08">
        <w:rPr>
          <w:rFonts w:ascii="GHEA Grapalat" w:hAnsi="GHEA Grapalat" w:cs="Sylfaen"/>
          <w:lang w:val="hy-AM"/>
        </w:rPr>
        <w:t>ի մասնա</w:t>
      </w:r>
      <w:r w:rsidRPr="00F72D08">
        <w:rPr>
          <w:rFonts w:ascii="GHEA Grapalat" w:hAnsi="GHEA Grapalat"/>
          <w:lang w:val="hy-AM"/>
        </w:rPr>
        <w:t>գ</w:t>
      </w:r>
      <w:r w:rsidR="00FE41B0">
        <w:rPr>
          <w:rFonts w:ascii="GHEA Grapalat" w:hAnsi="GHEA Grapalat" w:cs="Sylfaen"/>
          <w:lang w:val="hy-AM"/>
        </w:rPr>
        <w:t xml:space="preserve">ետ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</w:t>
      </w:r>
      <w:r w:rsidR="00AA2FB7" w:rsidRPr="00F72D08">
        <w:rPr>
          <w:rFonts w:ascii="GHEA Grapalat" w:hAnsi="GHEA Grapalat"/>
          <w:lang w:val="hy-AM"/>
        </w:rPr>
        <w:t>4)</w:t>
      </w:r>
    </w:p>
    <w:p w:rsidR="00AA2FB7" w:rsidRPr="00F72D08" w:rsidRDefault="003F08E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FE41B0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քաղաքաշինության և հողաշինության բաժնի</w:t>
      </w:r>
      <w:r w:rsidR="00FE41B0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առաջին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կար</w:t>
      </w:r>
      <w:r w:rsidRPr="00F72D08">
        <w:rPr>
          <w:rFonts w:ascii="GHEA Grapalat" w:hAnsi="GHEA Grapalat"/>
          <w:bCs/>
          <w:lang w:val="hy-AM"/>
        </w:rPr>
        <w:t>գ</w:t>
      </w:r>
      <w:r w:rsidRPr="00F72D08">
        <w:rPr>
          <w:rFonts w:ascii="GHEA Grapalat" w:hAnsi="GHEA Grapalat" w:cs="Sylfaen"/>
          <w:bCs/>
          <w:lang w:val="hy-AM"/>
        </w:rPr>
        <w:t>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FE41B0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3.2-3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3F08E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քաղաքաշինության և հողաշինության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առաջին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կար</w:t>
      </w:r>
      <w:r w:rsidRPr="00F72D08">
        <w:rPr>
          <w:rFonts w:ascii="GHEA Grapalat" w:hAnsi="GHEA Grapalat"/>
          <w:bCs/>
          <w:lang w:val="hy-AM"/>
        </w:rPr>
        <w:t>գ</w:t>
      </w:r>
      <w:r w:rsidRPr="00F72D08">
        <w:rPr>
          <w:rFonts w:ascii="GHEA Grapalat" w:hAnsi="GHEA Grapalat" w:cs="Sylfaen"/>
          <w:bCs/>
          <w:lang w:val="hy-AM"/>
        </w:rPr>
        <w:t>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FE41B0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3.2-2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3F08E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 աշխատակազմի</w:t>
      </w:r>
      <w:r w:rsidR="00FE41B0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քաղաքաշինության</w:t>
      </w:r>
      <w:r w:rsidRPr="00F72D08">
        <w:rPr>
          <w:rFonts w:ascii="GHEA Grapalat" w:hAnsi="GHEA Grapalat" w:cs="Arial LatArm"/>
          <w:lang w:val="hy-AM"/>
        </w:rPr>
        <w:t xml:space="preserve"> և հողաշինության </w:t>
      </w:r>
      <w:r w:rsidRPr="00F72D08">
        <w:rPr>
          <w:rFonts w:ascii="GHEA Grapalat" w:hAnsi="GHEA Grapalat" w:cs="Sylfaen"/>
          <w:lang w:val="hy-AM"/>
        </w:rPr>
        <w:t>բաժնի</w:t>
      </w:r>
      <w:r w:rsidR="00FE41B0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առաջին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կարգի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FE41B0">
        <w:rPr>
          <w:rFonts w:ascii="GHEA Grapalat" w:hAnsi="GHEA Grapalat" w:cs="Sylfaen"/>
          <w:lang w:val="hy-AM"/>
        </w:rPr>
        <w:t>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3.2-1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EE3CA2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lastRenderedPageBreak/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903EBD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քարտուղարության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903EBD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1-12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EE3CA2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903EBD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քարտուղարության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903EBD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</w:t>
      </w:r>
      <w:r w:rsidR="00AA2FB7" w:rsidRPr="00F72D08">
        <w:rPr>
          <w:rFonts w:ascii="GHEA Grapalat" w:hAnsi="GHEA Grapalat"/>
          <w:lang w:val="hy-AM"/>
        </w:rPr>
        <w:t>-</w:t>
      </w:r>
      <w:r w:rsidRPr="00F72D08">
        <w:rPr>
          <w:rFonts w:ascii="GHEA Grapalat" w:hAnsi="GHEA Grapalat"/>
          <w:lang w:val="hy-AM"/>
        </w:rPr>
        <w:t>11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EE3CA2" w:rsidP="00903EBD">
      <w:pPr>
        <w:pStyle w:val="ListParagraph"/>
        <w:numPr>
          <w:ilvl w:val="0"/>
          <w:numId w:val="28"/>
        </w:numPr>
        <w:ind w:left="810" w:hanging="450"/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903EBD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կրթություն և մշակույթ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="00903EBD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903EBD">
        <w:rPr>
          <w:rFonts w:ascii="GHEA Grapalat" w:hAnsi="GHEA Grapalat" w:cs="Sylfaen"/>
          <w:bCs/>
          <w:lang w:val="hy-AM"/>
        </w:rPr>
        <w:t xml:space="preserve">ետ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1-10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EE3CA2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կրթություն և մշակույթ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/>
          <w:bCs/>
          <w:lang w:val="hy-AM"/>
        </w:rPr>
        <w:t>գ</w:t>
      </w:r>
      <w:r w:rsidR="00903EBD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1-9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EE3CA2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 իրավաբանական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="00903EBD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 w:cs="Arial LatArm"/>
          <w:bCs/>
          <w:lang w:val="hy-AM"/>
        </w:rPr>
        <w:t>գ</w:t>
      </w:r>
      <w:r w:rsidR="00903EBD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1-8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EE3CA2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903EBD">
        <w:rPr>
          <w:rFonts w:ascii="GHEA Grapalat" w:hAnsi="GHEA Grapalat" w:cs="Sylfaen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իրավաբանական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="00903EBD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 w:cs="Arial LatArm"/>
          <w:bCs/>
          <w:lang w:val="hy-AM"/>
        </w:rPr>
        <w:t>գ</w:t>
      </w:r>
      <w:r w:rsidR="00903EBD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1-7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5D70D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903EBD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243352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243352">
        <w:rPr>
          <w:rFonts w:ascii="GHEA Grapalat" w:hAnsi="GHEA Grapalat" w:cs="Sylfaen"/>
          <w:lang w:val="hy-AM"/>
        </w:rPr>
        <w:t>մասնագետ</w:t>
      </w:r>
      <w:r w:rsidRPr="00F72D08">
        <w:rPr>
          <w:rFonts w:ascii="GHEA Grapalat" w:hAnsi="GHEA Grapalat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1-6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5D70D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243352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243352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243352">
        <w:rPr>
          <w:rFonts w:ascii="GHEA Grapalat" w:hAnsi="GHEA Grapalat" w:cs="Sylfaen"/>
          <w:lang w:val="hy-AM"/>
        </w:rPr>
        <w:t>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</w:t>
      </w:r>
      <w:r w:rsidR="00AA2FB7" w:rsidRPr="00F72D08">
        <w:rPr>
          <w:rFonts w:ascii="GHEA Grapalat" w:hAnsi="GHEA Grapalat"/>
          <w:lang w:val="hy-AM"/>
        </w:rPr>
        <w:t>-</w:t>
      </w:r>
      <w:r w:rsidRPr="00F72D08">
        <w:rPr>
          <w:rFonts w:ascii="GHEA Grapalat" w:hAnsi="GHEA Grapalat"/>
          <w:lang w:val="hy-AM"/>
        </w:rPr>
        <w:t>5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5D70DB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 մասնա</w:t>
      </w:r>
      <w:r w:rsidRPr="00F72D08">
        <w:rPr>
          <w:rFonts w:ascii="GHEA Grapalat" w:hAnsi="GHEA Grapalat"/>
          <w:lang w:val="hy-AM"/>
        </w:rPr>
        <w:t>գ</w:t>
      </w:r>
      <w:r w:rsidR="00F72D08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1-4</w:t>
      </w:r>
      <w:r w:rsidR="00AA2FB7" w:rsidRPr="00F72D08">
        <w:rPr>
          <w:rFonts w:ascii="GHEA Grapalat" w:hAnsi="GHEA Grapalat"/>
          <w:lang w:val="hy-AM"/>
        </w:rPr>
        <w:t>)</w:t>
      </w:r>
    </w:p>
    <w:p w:rsidR="005D70DB" w:rsidRPr="00F72D08" w:rsidRDefault="005D70DB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 մասնա</w:t>
      </w:r>
      <w:r w:rsidRPr="00F72D08">
        <w:rPr>
          <w:rFonts w:ascii="GHEA Grapalat" w:hAnsi="GHEA Grapalat"/>
          <w:lang w:val="hy-AM"/>
        </w:rPr>
        <w:t>գ</w:t>
      </w:r>
      <w:r w:rsidR="00F72D08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1-3</w:t>
      </w:r>
      <w:r w:rsidRPr="00F72D08">
        <w:rPr>
          <w:rFonts w:ascii="GHEA Grapalat" w:hAnsi="GHEA Grapalat"/>
          <w:lang w:val="hy-AM"/>
        </w:rPr>
        <w:t>)</w:t>
      </w:r>
    </w:p>
    <w:p w:rsidR="005D70DB" w:rsidRPr="00F72D08" w:rsidRDefault="00050F0F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 Հանրապետության Արմավիրի մարզի 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 մասնա</w:t>
      </w:r>
      <w:r w:rsidRPr="00F72D08">
        <w:rPr>
          <w:rFonts w:ascii="GHEA Grapalat" w:hAnsi="GHEA Grapalat"/>
          <w:lang w:val="hy-AM"/>
        </w:rPr>
        <w:t>գ</w:t>
      </w:r>
      <w:r w:rsidR="00F72D08">
        <w:rPr>
          <w:rFonts w:ascii="GHEA Grapalat" w:hAnsi="GHEA Grapalat" w:cs="Sylfaen"/>
          <w:lang w:val="hy-AM"/>
        </w:rPr>
        <w:t>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1-2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050F0F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</w:t>
      </w:r>
      <w:r w:rsidR="00F72D08">
        <w:rPr>
          <w:rFonts w:ascii="GHEA Grapalat" w:hAnsi="GHEA Grapalat" w:cs="Sylfaen"/>
          <w:bCs/>
          <w:lang w:val="hy-AM"/>
        </w:rPr>
        <w:t xml:space="preserve">քապետարանի աշխատակազմի </w:t>
      </w:r>
      <w:r w:rsidRPr="00F72D08">
        <w:rPr>
          <w:rFonts w:ascii="GHEA Grapalat" w:hAnsi="GHEA Grapalat" w:cs="Sylfaen"/>
          <w:bCs/>
          <w:lang w:val="hy-AM"/>
        </w:rPr>
        <w:t>քաղաքաշինության</w:t>
      </w:r>
      <w:r w:rsidRPr="00F72D08">
        <w:rPr>
          <w:rFonts w:ascii="GHEA Grapalat" w:hAnsi="GHEA Grapalat"/>
          <w:bCs/>
          <w:lang w:val="hy-AM"/>
        </w:rPr>
        <w:t xml:space="preserve"> և հողաշինության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առաջատար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մասնա</w:t>
      </w:r>
      <w:r w:rsidRPr="00F72D08">
        <w:rPr>
          <w:rFonts w:ascii="GHEA Grapalat" w:hAnsi="GHEA Grapalat" w:cs="Arial LatArm"/>
          <w:bCs/>
          <w:lang w:val="hy-AM"/>
        </w:rPr>
        <w:t>գ</w:t>
      </w:r>
      <w:r w:rsidR="00F72D08">
        <w:rPr>
          <w:rFonts w:ascii="GHEA Grapalat" w:hAnsi="GHEA Grapalat" w:cs="Sylfaen"/>
          <w:bCs/>
          <w:lang w:val="hy-AM"/>
        </w:rPr>
        <w:t>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1-1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050F0F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F72D08">
        <w:rPr>
          <w:rFonts w:ascii="GHEA Grapalat" w:hAnsi="GHEA Grapalat" w:cs="Sylfaen"/>
          <w:lang w:val="hy-AM"/>
        </w:rPr>
        <w:t>մասնագետ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1-14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AA1A89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 w:cs="Arial LatArm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առաջատար</w:t>
      </w:r>
      <w:r w:rsidRPr="00F72D08">
        <w:rPr>
          <w:rFonts w:ascii="GHEA Grapalat" w:hAnsi="GHEA Grapalat" w:cs="Arial LatArm"/>
          <w:lang w:val="hy-AM"/>
        </w:rPr>
        <w:t xml:space="preserve"> </w:t>
      </w:r>
      <w:r w:rsidR="00F72D08">
        <w:rPr>
          <w:rFonts w:ascii="GHEA Grapalat" w:hAnsi="GHEA Grapalat" w:cs="Sylfaen"/>
          <w:lang w:val="hy-AM"/>
        </w:rPr>
        <w:t>մասնագետ</w:t>
      </w:r>
      <w:r w:rsidRPr="00F72D08">
        <w:rPr>
          <w:rFonts w:ascii="GHEA Grapalat" w:hAnsi="GHEA Grapalat"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>(ծածկագիր` 3.</w:t>
      </w:r>
      <w:r w:rsidRPr="00F72D08">
        <w:rPr>
          <w:rFonts w:ascii="GHEA Grapalat" w:hAnsi="GHEA Grapalat"/>
          <w:lang w:val="hy-AM"/>
        </w:rPr>
        <w:t>1-13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AA1A89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 xml:space="preserve">կրթության և մշակույթի 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F72D08">
        <w:rPr>
          <w:rFonts w:ascii="GHEA Grapalat" w:hAnsi="GHEA Grapalat" w:cs="Sylfaen"/>
          <w:bCs/>
          <w:lang w:val="hy-AM"/>
        </w:rPr>
        <w:t>գլխավոր մասնագետ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>(ծածկագիր`</w:t>
      </w:r>
      <w:r w:rsidRPr="00F72D08">
        <w:rPr>
          <w:rFonts w:ascii="GHEA Grapalat" w:hAnsi="GHEA Grapalat"/>
          <w:lang w:val="hy-AM"/>
        </w:rPr>
        <w:t>2.3-4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FD598D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 բաժնի</w:t>
      </w:r>
      <w:r w:rsidRPr="00F72D08">
        <w:rPr>
          <w:rFonts w:ascii="GHEA Grapalat" w:hAnsi="GHEA Grapalat"/>
          <w:lang w:val="hy-AM"/>
        </w:rPr>
        <w:t xml:space="preserve"> </w:t>
      </w:r>
      <w:r w:rsidR="00F72D08">
        <w:rPr>
          <w:rFonts w:ascii="GHEA Grapalat" w:hAnsi="GHEA Grapalat" w:cs="Sylfaen"/>
          <w:bCs/>
          <w:lang w:val="hy-AM"/>
        </w:rPr>
        <w:t>գլխավոր մասնագետ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2.3-3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FD598D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lastRenderedPageBreak/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 բաժնի</w:t>
      </w:r>
      <w:r w:rsidRPr="00F72D08">
        <w:rPr>
          <w:rFonts w:ascii="GHEA Grapalat" w:hAnsi="GHEA Grapalat"/>
          <w:lang w:val="hy-AM"/>
        </w:rPr>
        <w:t xml:space="preserve"> </w:t>
      </w:r>
      <w:r w:rsidR="00F72D08">
        <w:rPr>
          <w:rFonts w:ascii="GHEA Grapalat" w:hAnsi="GHEA Grapalat" w:cs="Sylfaen"/>
          <w:bCs/>
          <w:lang w:val="hy-AM"/>
        </w:rPr>
        <w:t>գլխավոր մասնագետ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2.3-2</w:t>
      </w:r>
      <w:r w:rsidR="005D70DB" w:rsidRPr="00F72D08">
        <w:rPr>
          <w:rFonts w:ascii="GHEA Grapalat" w:hAnsi="GHEA Grapalat"/>
          <w:lang w:val="hy-AM"/>
        </w:rPr>
        <w:t>)</w:t>
      </w:r>
    </w:p>
    <w:p w:rsidR="005D70DB" w:rsidRPr="00F72D08" w:rsidRDefault="00FD598D" w:rsidP="005D70DB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աշխատակազմի</w:t>
      </w:r>
      <w:r w:rsid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քաղաքաշինության</w:t>
      </w:r>
      <w:r w:rsidRPr="00F72D08">
        <w:rPr>
          <w:rFonts w:ascii="GHEA Grapalat" w:hAnsi="GHEA Grapalat"/>
          <w:bCs/>
          <w:lang w:val="hy-AM"/>
        </w:rPr>
        <w:t xml:space="preserve"> և հողաշինության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 xml:space="preserve">գլխավոր </w:t>
      </w:r>
      <w:r w:rsidR="00F72D08">
        <w:rPr>
          <w:rFonts w:ascii="GHEA Grapalat" w:hAnsi="GHEA Grapalat" w:cs="Sylfaen"/>
          <w:bCs/>
          <w:lang w:val="hy-AM"/>
        </w:rPr>
        <w:t>մասնագետ</w:t>
      </w:r>
      <w:r w:rsidRPr="00F72D08">
        <w:rPr>
          <w:rFonts w:ascii="GHEA Grapalat" w:hAnsi="GHEA Grapalat"/>
          <w:lang w:val="hy-AM"/>
        </w:rPr>
        <w:t xml:space="preserve"> </w:t>
      </w:r>
      <w:r w:rsidR="005D70DB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2.3-1</w:t>
      </w:r>
      <w:r w:rsidR="005D70DB" w:rsidRPr="00F72D08">
        <w:rPr>
          <w:rFonts w:ascii="GHEA Grapalat" w:hAnsi="GHEA Grapalat"/>
          <w:lang w:val="hy-AM"/>
        </w:rPr>
        <w:t>)</w:t>
      </w:r>
    </w:p>
    <w:p w:rsidR="00FD598D" w:rsidRPr="00F72D08" w:rsidRDefault="00FD598D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աշխատակազմի</w:t>
      </w:r>
      <w:r w:rsid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գլխավոր մասնագետ-տնտեսական ծրագրերի պատասխանատու</w:t>
      </w:r>
      <w:r w:rsidRPr="00F72D08">
        <w:rPr>
          <w:rFonts w:ascii="GHEA Grapalat" w:hAnsi="GHEA Grapalat" w:cs="Sylfaen"/>
          <w:bCs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2.3-7</w:t>
      </w:r>
      <w:r w:rsidRPr="00F72D08">
        <w:rPr>
          <w:rFonts w:ascii="GHEA Grapalat" w:hAnsi="GHEA Grapalat"/>
          <w:lang w:val="hy-AM"/>
        </w:rPr>
        <w:t>)</w:t>
      </w:r>
    </w:p>
    <w:p w:rsidR="00FD598D" w:rsidRPr="00F72D08" w:rsidRDefault="00FD598D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աշխատակազմի</w:t>
      </w:r>
      <w:r w:rsidR="00F72D08">
        <w:rPr>
          <w:rFonts w:ascii="GHEA Grapalat" w:hAnsi="GHEA Grapalat" w:cs="Times LatArm"/>
          <w:bCs/>
          <w:lang w:val="hy-AM"/>
        </w:rPr>
        <w:t xml:space="preserve"> </w:t>
      </w:r>
      <w:r w:rsidR="00F72D08">
        <w:rPr>
          <w:rFonts w:ascii="GHEA Grapalat" w:hAnsi="GHEA Grapalat" w:cs="Sylfaen"/>
          <w:bCs/>
          <w:lang w:val="hy-AM"/>
        </w:rPr>
        <w:t>գլխավոր մասնագետ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2.3-6</w:t>
      </w:r>
      <w:r w:rsidRPr="00F72D08">
        <w:rPr>
          <w:rFonts w:ascii="GHEA Grapalat" w:hAnsi="GHEA Grapalat"/>
          <w:lang w:val="hy-AM"/>
        </w:rPr>
        <w:t>)</w:t>
      </w:r>
    </w:p>
    <w:p w:rsidR="00FD598D" w:rsidRPr="00F72D08" w:rsidRDefault="00FD598D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աշխատակազմի</w:t>
      </w:r>
      <w:r w:rsid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գլխավոր մասնագետ</w:t>
      </w:r>
      <w:r w:rsidRPr="00F72D08">
        <w:rPr>
          <w:rFonts w:ascii="GHEA Grapalat" w:hAnsi="GHEA Grapalat" w:cs="Times LatArm"/>
          <w:bCs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2.3-5</w:t>
      </w:r>
      <w:r w:rsidRPr="00F72D08">
        <w:rPr>
          <w:rFonts w:ascii="GHEA Grapalat" w:hAnsi="GHEA Grapalat"/>
          <w:lang w:val="hy-AM"/>
        </w:rPr>
        <w:t>)</w:t>
      </w:r>
    </w:p>
    <w:p w:rsidR="00FD598D" w:rsidRPr="00F72D08" w:rsidRDefault="00FD598D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 բաժնի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պետի</w:t>
      </w:r>
      <w:r w:rsidRPr="00F72D08">
        <w:rPr>
          <w:rFonts w:ascii="GHEA Grapalat" w:hAnsi="GHEA Grapalat" w:cs="Sylfaen"/>
          <w:lang w:val="hy-AM"/>
        </w:rPr>
        <w:t xml:space="preserve"> տեղակալ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2.2-4</w:t>
      </w:r>
      <w:r w:rsidRPr="00F72D08">
        <w:rPr>
          <w:rFonts w:ascii="GHEA Grapalat" w:hAnsi="GHEA Grapalat"/>
          <w:lang w:val="hy-AM"/>
        </w:rPr>
        <w:t>)</w:t>
      </w:r>
    </w:p>
    <w:p w:rsidR="00FD598D" w:rsidRPr="00F72D08" w:rsidRDefault="005D6478" w:rsidP="005D6478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 պետի</w:t>
      </w:r>
      <w:r w:rsidR="00F72D08">
        <w:rPr>
          <w:rFonts w:ascii="GHEA Grapalat" w:hAnsi="GHEA Grapalat" w:cs="Sylfaen"/>
          <w:lang w:val="hy-AM"/>
        </w:rPr>
        <w:t xml:space="preserve"> տեղակալ</w:t>
      </w:r>
      <w:r w:rsidRPr="00F72D08">
        <w:rPr>
          <w:rFonts w:ascii="GHEA Grapalat" w:hAnsi="GHEA Grapalat" w:cs="Sylfaen"/>
          <w:lang w:val="hy-AM"/>
        </w:rPr>
        <w:t xml:space="preserve"> </w:t>
      </w:r>
      <w:r w:rsidR="00FD598D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2.2-3</w:t>
      </w:r>
      <w:r w:rsidR="00FD598D" w:rsidRPr="00F72D08">
        <w:rPr>
          <w:rFonts w:ascii="GHEA Grapalat" w:hAnsi="GHEA Grapalat"/>
          <w:lang w:val="hy-AM"/>
        </w:rPr>
        <w:t>)</w:t>
      </w:r>
    </w:p>
    <w:p w:rsidR="00FD598D" w:rsidRPr="00F72D08" w:rsidRDefault="005D6478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 բաժնի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պետի տեղակալ-գլխավոր հաշվապահ</w:t>
      </w:r>
      <w:r w:rsidRPr="00F72D08">
        <w:rPr>
          <w:rFonts w:ascii="GHEA Grapalat" w:hAnsi="GHEA Grapalat"/>
          <w:lang w:val="hy-AM"/>
        </w:rPr>
        <w:t xml:space="preserve"> </w:t>
      </w:r>
      <w:r w:rsidR="00FD598D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2.2-2</w:t>
      </w:r>
      <w:r w:rsidR="00FD598D" w:rsidRPr="00F72D08">
        <w:rPr>
          <w:rFonts w:ascii="GHEA Grapalat" w:hAnsi="GHEA Grapalat"/>
          <w:lang w:val="hy-AM"/>
        </w:rPr>
        <w:t>)</w:t>
      </w:r>
    </w:p>
    <w:p w:rsidR="00FD598D" w:rsidRPr="00F72D08" w:rsidRDefault="005D6478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քաղաքաշինության</w:t>
      </w:r>
      <w:r w:rsidRPr="00F72D08">
        <w:rPr>
          <w:rFonts w:ascii="GHEA Grapalat" w:hAnsi="GHEA Grapalat"/>
          <w:lang w:val="hy-AM"/>
        </w:rPr>
        <w:t xml:space="preserve"> և հողաշինության </w:t>
      </w:r>
      <w:r w:rsidRPr="00F72D08">
        <w:rPr>
          <w:rFonts w:ascii="GHEA Grapalat" w:hAnsi="GHEA Grapalat" w:cs="Sylfaen"/>
          <w:lang w:val="hy-AM"/>
        </w:rPr>
        <w:t>բաժնի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պետի</w:t>
      </w:r>
      <w:r w:rsidR="00F72D08">
        <w:rPr>
          <w:rFonts w:ascii="GHEA Grapalat" w:hAnsi="GHEA Grapalat" w:cs="Sylfaen"/>
          <w:lang w:val="hy-AM"/>
        </w:rPr>
        <w:t xml:space="preserve"> տեղակալ</w:t>
      </w:r>
      <w:r w:rsidRPr="00F72D08">
        <w:rPr>
          <w:rFonts w:ascii="GHEA Grapalat" w:hAnsi="GHEA Grapalat"/>
          <w:lang w:val="hy-AM"/>
        </w:rPr>
        <w:t xml:space="preserve"> </w:t>
      </w:r>
      <w:r w:rsidR="00FD598D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2.2-1</w:t>
      </w:r>
      <w:r w:rsidR="00FD598D" w:rsidRPr="00F72D08">
        <w:rPr>
          <w:rFonts w:ascii="GHEA Grapalat" w:hAnsi="GHEA Grapalat"/>
          <w:lang w:val="hy-AM"/>
        </w:rPr>
        <w:t>)</w:t>
      </w:r>
    </w:p>
    <w:p w:rsidR="00FD598D" w:rsidRPr="00F72D08" w:rsidRDefault="005D6478" w:rsidP="00FD598D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քարտուղարության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F72D08">
        <w:rPr>
          <w:rFonts w:ascii="GHEA Grapalat" w:hAnsi="GHEA Grapalat"/>
          <w:lang w:val="hy-AM"/>
        </w:rPr>
        <w:t xml:space="preserve"> </w:t>
      </w:r>
      <w:r w:rsidR="00F72D08">
        <w:rPr>
          <w:rFonts w:ascii="GHEA Grapalat" w:hAnsi="GHEA Grapalat" w:cs="Sylfaen"/>
          <w:lang w:val="hy-AM"/>
        </w:rPr>
        <w:t>պետ</w:t>
      </w:r>
      <w:r w:rsidRPr="00F72D08">
        <w:rPr>
          <w:rFonts w:ascii="GHEA Grapalat" w:hAnsi="GHEA Grapalat"/>
          <w:lang w:val="hy-AM"/>
        </w:rPr>
        <w:t xml:space="preserve"> </w:t>
      </w:r>
      <w:r w:rsidR="00FD598D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2.1-6</w:t>
      </w:r>
      <w:r w:rsidR="00FD598D" w:rsidRPr="00F72D08">
        <w:rPr>
          <w:rFonts w:ascii="GHEA Grapalat" w:hAnsi="GHEA Grapalat"/>
          <w:lang w:val="hy-AM"/>
        </w:rPr>
        <w:t>)</w:t>
      </w:r>
    </w:p>
    <w:p w:rsidR="00AA2FB7" w:rsidRPr="00F72D08" w:rsidRDefault="005D6478" w:rsidP="005D6478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աշխատակազմի</w:t>
      </w:r>
      <w:r w:rsid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 xml:space="preserve">կրթության և մշակույթի 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բաժնի</w:t>
      </w:r>
      <w:r w:rsidR="00F72D08">
        <w:rPr>
          <w:rFonts w:ascii="GHEA Grapalat" w:hAnsi="GHEA Grapalat"/>
          <w:bCs/>
          <w:lang w:val="hy-AM"/>
        </w:rPr>
        <w:t xml:space="preserve"> </w:t>
      </w:r>
      <w:r w:rsidR="00F72D08">
        <w:rPr>
          <w:rFonts w:ascii="GHEA Grapalat" w:hAnsi="GHEA Grapalat" w:cs="Sylfaen"/>
          <w:bCs/>
          <w:lang w:val="hy-AM"/>
        </w:rPr>
        <w:t>պետ</w:t>
      </w:r>
      <w:r w:rsidRPr="00F72D08">
        <w:rPr>
          <w:rFonts w:ascii="GHEA Grapalat" w:hAnsi="GHEA Grapalat"/>
          <w:bCs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2.1-5</w:t>
      </w:r>
      <w:r w:rsidR="00AA2FB7" w:rsidRPr="00F72D08">
        <w:rPr>
          <w:rFonts w:ascii="GHEA Grapalat" w:hAnsi="GHEA Grapalat"/>
          <w:lang w:val="hy-AM"/>
        </w:rPr>
        <w:t>)</w:t>
      </w:r>
    </w:p>
    <w:p w:rsidR="00AA2FB7" w:rsidRPr="00F72D08" w:rsidRDefault="005D6478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իրավաբանական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="00F72D08">
        <w:rPr>
          <w:rFonts w:ascii="GHEA Grapalat" w:hAnsi="GHEA Grapalat"/>
          <w:lang w:val="hy-AM"/>
        </w:rPr>
        <w:t xml:space="preserve"> </w:t>
      </w:r>
      <w:r w:rsidR="00F72D08">
        <w:rPr>
          <w:rFonts w:ascii="GHEA Grapalat" w:hAnsi="GHEA Grapalat" w:cs="Sylfaen"/>
          <w:lang w:val="hy-AM"/>
        </w:rPr>
        <w:t>պետ</w:t>
      </w:r>
      <w:r w:rsidRPr="00F72D08">
        <w:rPr>
          <w:rFonts w:ascii="GHEA Grapalat" w:hAnsi="GHEA Grapalat"/>
          <w:lang w:val="hy-AM"/>
        </w:rPr>
        <w:t xml:space="preserve"> </w:t>
      </w:r>
      <w:r w:rsidR="00AA2FB7"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2.1-4</w:t>
      </w:r>
      <w:r w:rsidR="00AA2FB7" w:rsidRPr="00F72D08">
        <w:rPr>
          <w:rFonts w:ascii="GHEA Grapalat" w:hAnsi="GHEA Grapalat"/>
          <w:lang w:val="hy-AM"/>
        </w:rPr>
        <w:t>)</w:t>
      </w:r>
    </w:p>
    <w:p w:rsidR="00F72D08" w:rsidRPr="00F72D08" w:rsidRDefault="00F72D08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եկամուտների հաշվառման և հավաքագրման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</w:t>
      </w:r>
      <w:r w:rsidRPr="00F72D08">
        <w:rPr>
          <w:rFonts w:ascii="GHEA Grapalat" w:hAnsi="GHEA Grapalat" w:cs="Sylfaen"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2.1-3</w:t>
      </w:r>
      <w:r w:rsidRPr="00F72D08">
        <w:rPr>
          <w:rFonts w:ascii="GHEA Grapalat" w:hAnsi="GHEA Grapalat"/>
          <w:lang w:val="hy-AM"/>
        </w:rPr>
        <w:t>)</w:t>
      </w:r>
    </w:p>
    <w:p w:rsidR="00F72D08" w:rsidRPr="00F72D08" w:rsidRDefault="00F72D08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ֆինանսատնտեսագիտական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</w:t>
      </w:r>
      <w:r w:rsidRPr="00F72D08">
        <w:rPr>
          <w:rFonts w:ascii="GHEA Grapalat" w:hAnsi="GHEA Grapalat"/>
          <w:lang w:val="hy-AM"/>
        </w:rPr>
        <w:t xml:space="preserve"> (ծածկագիր` 2.1-</w:t>
      </w:r>
      <w:r w:rsidRPr="00F72D08">
        <w:rPr>
          <w:rFonts w:ascii="GHEA Grapalat" w:hAnsi="GHEA Grapalat"/>
          <w:lang w:val="hy-AM"/>
        </w:rPr>
        <w:t>2</w:t>
      </w:r>
      <w:r w:rsidRPr="00F72D08">
        <w:rPr>
          <w:rFonts w:ascii="GHEA Grapalat" w:hAnsi="GHEA Grapalat"/>
          <w:lang w:val="hy-AM"/>
        </w:rPr>
        <w:t>)</w:t>
      </w:r>
    </w:p>
    <w:p w:rsidR="00F72D08" w:rsidRPr="00F72D08" w:rsidRDefault="00F72D08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lang w:val="hy-AM"/>
        </w:rPr>
        <w:t>Հայաստանի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Հանրապետության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Արմավիրի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մարզի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Վաղարշապատի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համայնքապետարանի</w:t>
      </w:r>
      <w:r w:rsidRPr="00F72D08"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աշխատակազմի</w:t>
      </w:r>
      <w:r>
        <w:rPr>
          <w:rFonts w:ascii="GHEA Grapalat" w:hAnsi="GHEA Grapalat"/>
          <w:lang w:val="hy-AM"/>
        </w:rPr>
        <w:t xml:space="preserve"> </w:t>
      </w:r>
      <w:r w:rsidRPr="00F72D08">
        <w:rPr>
          <w:rFonts w:ascii="GHEA Grapalat" w:hAnsi="GHEA Grapalat" w:cs="Sylfaen"/>
          <w:lang w:val="hy-AM"/>
        </w:rPr>
        <w:t>քաղաքաշինության</w:t>
      </w:r>
      <w:r w:rsidRPr="00F72D08">
        <w:rPr>
          <w:rFonts w:ascii="GHEA Grapalat" w:hAnsi="GHEA Grapalat"/>
          <w:lang w:val="hy-AM"/>
        </w:rPr>
        <w:t xml:space="preserve"> և հողաշինության </w:t>
      </w:r>
      <w:r w:rsidRPr="00F72D08">
        <w:rPr>
          <w:rFonts w:ascii="GHEA Grapalat" w:hAnsi="GHEA Grapalat" w:cs="Sylfaen"/>
          <w:lang w:val="hy-AM"/>
        </w:rPr>
        <w:t>բաժնի</w:t>
      </w:r>
      <w:r w:rsidRPr="00F72D08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</w:t>
      </w:r>
      <w:r w:rsidRPr="00F72D08">
        <w:rPr>
          <w:rFonts w:ascii="GHEA Grapalat" w:hAnsi="GHEA Grapalat"/>
          <w:lang w:val="hy-AM"/>
        </w:rPr>
        <w:t xml:space="preserve"> (ծածկագիր` 2.1-</w:t>
      </w:r>
      <w:r w:rsidRPr="00F72D08">
        <w:rPr>
          <w:rFonts w:ascii="GHEA Grapalat" w:hAnsi="GHEA Grapalat"/>
          <w:lang w:val="hy-AM"/>
        </w:rPr>
        <w:t>1</w:t>
      </w:r>
      <w:r w:rsidRPr="00F72D08">
        <w:rPr>
          <w:rFonts w:ascii="GHEA Grapalat" w:hAnsi="GHEA Grapalat"/>
          <w:lang w:val="hy-AM"/>
        </w:rPr>
        <w:t>)</w:t>
      </w:r>
    </w:p>
    <w:p w:rsidR="00F72D08" w:rsidRPr="00F72D08" w:rsidRDefault="00F72D08" w:rsidP="00F654CE">
      <w:pPr>
        <w:pStyle w:val="ListParagraph"/>
        <w:numPr>
          <w:ilvl w:val="0"/>
          <w:numId w:val="28"/>
        </w:numPr>
        <w:jc w:val="both"/>
        <w:rPr>
          <w:rFonts w:ascii="GHEA Grapalat" w:hAnsi="GHEA Grapalat"/>
          <w:lang w:val="hy-AM"/>
        </w:rPr>
      </w:pPr>
      <w:r w:rsidRPr="00F72D08">
        <w:rPr>
          <w:rFonts w:ascii="GHEA Grapalat" w:hAnsi="GHEA Grapalat" w:cs="Sylfaen"/>
          <w:bCs/>
          <w:lang w:val="hy-AM"/>
        </w:rPr>
        <w:t>Հայաստանի</w:t>
      </w:r>
      <w:r w:rsidRPr="00F72D08">
        <w:rPr>
          <w:rFonts w:ascii="GHEA Grapalat" w:hAnsi="GHEA Grapalat" w:cs="Arial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Հանրապետության</w:t>
      </w:r>
      <w:r w:rsidRPr="00F72D08">
        <w:rPr>
          <w:rFonts w:ascii="GHEA Grapalat" w:hAnsi="GHEA Grapalat" w:cs="Arial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Արմավիրի</w:t>
      </w:r>
      <w:r w:rsidRPr="00F72D08">
        <w:rPr>
          <w:rFonts w:ascii="GHEA Grapalat" w:hAnsi="GHEA Grapalat" w:cs="Arial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մարզի</w:t>
      </w:r>
      <w:r w:rsidRPr="00F72D08">
        <w:rPr>
          <w:rFonts w:ascii="GHEA Grapalat" w:hAnsi="GHEA Grapalat" w:cs="Arial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Վաղարշապատի</w:t>
      </w:r>
      <w:r w:rsidRPr="00F72D08">
        <w:rPr>
          <w:rFonts w:ascii="GHEA Grapalat" w:hAnsi="GHEA Grapalat" w:cs="Arial LatArm"/>
          <w:bCs/>
          <w:lang w:val="hy-AM"/>
        </w:rPr>
        <w:t xml:space="preserve"> </w:t>
      </w:r>
      <w:r w:rsidRPr="00F72D08">
        <w:rPr>
          <w:rFonts w:ascii="GHEA Grapalat" w:hAnsi="GHEA Grapalat" w:cs="Sylfaen"/>
          <w:bCs/>
          <w:lang w:val="hy-AM"/>
        </w:rPr>
        <w:t>համայնքապետարանի աշխատակազմի</w:t>
      </w:r>
      <w:r>
        <w:rPr>
          <w:rFonts w:ascii="GHEA Grapalat" w:hAnsi="GHEA Grapalat" w:cs="Arial LatArm"/>
          <w:bCs/>
          <w:lang w:val="hy-AM"/>
        </w:rPr>
        <w:t xml:space="preserve">  </w:t>
      </w:r>
      <w:r>
        <w:rPr>
          <w:rFonts w:ascii="GHEA Grapalat" w:hAnsi="GHEA Grapalat" w:cs="Sylfaen"/>
          <w:bCs/>
          <w:lang w:val="hy-AM"/>
        </w:rPr>
        <w:t>քարտուղար</w:t>
      </w:r>
      <w:r w:rsidRPr="00F72D08">
        <w:rPr>
          <w:rFonts w:ascii="GHEA Grapalat" w:hAnsi="GHEA Grapalat" w:cs="Arial LatArm"/>
          <w:bCs/>
          <w:lang w:val="hy-AM"/>
        </w:rPr>
        <w:t xml:space="preserve"> </w:t>
      </w:r>
      <w:r w:rsidRPr="00F72D08">
        <w:rPr>
          <w:rFonts w:ascii="GHEA Grapalat" w:hAnsi="GHEA Grapalat"/>
          <w:lang w:val="hy-AM"/>
        </w:rPr>
        <w:t xml:space="preserve">(ծածկագիր` </w:t>
      </w:r>
      <w:r w:rsidRPr="00F72D08">
        <w:rPr>
          <w:rFonts w:ascii="GHEA Grapalat" w:hAnsi="GHEA Grapalat"/>
          <w:lang w:val="hy-AM"/>
        </w:rPr>
        <w:t>1.1-1</w:t>
      </w:r>
      <w:r w:rsidRPr="00F72D08">
        <w:rPr>
          <w:rFonts w:ascii="GHEA Grapalat" w:hAnsi="GHEA Grapalat"/>
          <w:lang w:val="hy-AM"/>
        </w:rPr>
        <w:t>)</w:t>
      </w:r>
    </w:p>
    <w:p w:rsidR="0016194C" w:rsidRPr="00F72D08" w:rsidRDefault="0016194C" w:rsidP="00AA2FB7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AA2FB7" w:rsidRPr="00F72D08" w:rsidRDefault="00AA2FB7" w:rsidP="00AA2FB7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16194C" w:rsidRPr="00F72D08" w:rsidRDefault="0016194C" w:rsidP="00AF4A26">
      <w:pPr>
        <w:spacing w:line="276" w:lineRule="auto"/>
        <w:jc w:val="both"/>
        <w:rPr>
          <w:rFonts w:ascii="GHEA Grapalat" w:hAnsi="GHEA Grapalat"/>
          <w:lang w:val="hy-AM"/>
        </w:rPr>
      </w:pPr>
    </w:p>
    <w:p w:rsidR="00552704" w:rsidRPr="00F72D08" w:rsidRDefault="00FF38BF" w:rsidP="00AF4A26">
      <w:pPr>
        <w:spacing w:line="276" w:lineRule="auto"/>
        <w:jc w:val="both"/>
        <w:rPr>
          <w:rFonts w:ascii="GHEA Grapalat" w:hAnsi="GHEA Grapalat" w:cs="Times Armenian"/>
          <w:b/>
          <w:lang w:val="fr-FR"/>
        </w:rPr>
      </w:pPr>
      <w:r w:rsidRPr="00F72D08">
        <w:rPr>
          <w:rFonts w:ascii="GHEA Grapalat" w:hAnsi="GHEA Grapalat" w:cs="Sylfaen"/>
          <w:b/>
          <w:lang w:val="hy-AM"/>
        </w:rPr>
        <w:t>Տվյալ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ժամանակավոր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թափուր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պաշտոնի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առաջացման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հիմքի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վերացման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ժամկետն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է</w:t>
      </w:r>
      <w:r w:rsidRPr="00F72D08">
        <w:rPr>
          <w:rFonts w:ascii="GHEA Grapalat" w:hAnsi="GHEA Grapalat" w:cs="Times Armenian"/>
          <w:b/>
          <w:lang w:val="fr-FR"/>
        </w:rPr>
        <w:t xml:space="preserve">` </w:t>
      </w:r>
      <w:r w:rsidRPr="00F72D08">
        <w:rPr>
          <w:rFonts w:ascii="GHEA Grapalat" w:hAnsi="GHEA Grapalat" w:cs="Sylfaen"/>
          <w:b/>
          <w:lang w:val="hy-AM"/>
        </w:rPr>
        <w:t>մինչև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համայնքային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ծառայության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թափուր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պաշտոնը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մրցույթում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հաղթող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ճանաչված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մասնակցի</w:t>
      </w:r>
      <w:r w:rsidR="003D641A"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Times Armenian"/>
          <w:b/>
          <w:lang w:val="fr-FR"/>
        </w:rPr>
        <w:t>(</w:t>
      </w:r>
      <w:r w:rsidRPr="00F72D08">
        <w:rPr>
          <w:rFonts w:ascii="GHEA Grapalat" w:hAnsi="GHEA Grapalat" w:cs="Sylfaen"/>
          <w:b/>
          <w:lang w:val="hy-AM"/>
        </w:rPr>
        <w:t>մասնակիցներից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մեկի</w:t>
      </w:r>
      <w:r w:rsidRPr="00F72D08">
        <w:rPr>
          <w:rFonts w:ascii="GHEA Grapalat" w:hAnsi="GHEA Grapalat" w:cs="Times Armenian"/>
          <w:b/>
          <w:lang w:val="fr-FR"/>
        </w:rPr>
        <w:t xml:space="preserve">) </w:t>
      </w:r>
      <w:r w:rsidRPr="00F72D08">
        <w:rPr>
          <w:rFonts w:ascii="GHEA Grapalat" w:hAnsi="GHEA Grapalat" w:cs="Sylfaen"/>
          <w:b/>
          <w:lang w:val="hy-AM"/>
        </w:rPr>
        <w:t>կողմից</w:t>
      </w:r>
      <w:r w:rsidRPr="00F72D08">
        <w:rPr>
          <w:rFonts w:ascii="GHEA Grapalat" w:hAnsi="GHEA Grapalat" w:cs="Times Armenian"/>
          <w:b/>
          <w:lang w:val="fr-FR"/>
        </w:rPr>
        <w:t xml:space="preserve">  </w:t>
      </w:r>
      <w:r w:rsidRPr="00F72D08">
        <w:rPr>
          <w:rFonts w:ascii="GHEA Grapalat" w:hAnsi="GHEA Grapalat" w:cs="Sylfaen"/>
          <w:b/>
          <w:lang w:val="hy-AM"/>
        </w:rPr>
        <w:t>զբաղեցնելը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</w:p>
    <w:p w:rsidR="00111851" w:rsidRPr="00F72D08" w:rsidRDefault="00111851" w:rsidP="003D641A">
      <w:pPr>
        <w:jc w:val="both"/>
        <w:rPr>
          <w:rFonts w:ascii="GHEA Grapalat" w:hAnsi="GHEA Grapalat" w:cs="Sylfaen"/>
          <w:b/>
          <w:lang w:val="hy-AM"/>
        </w:rPr>
      </w:pPr>
    </w:p>
    <w:p w:rsidR="00FF38BF" w:rsidRPr="00F72D08" w:rsidRDefault="00FF38BF" w:rsidP="00FF38BF">
      <w:pPr>
        <w:jc w:val="both"/>
        <w:rPr>
          <w:rFonts w:ascii="GHEA Grapalat" w:hAnsi="GHEA Grapalat" w:cs="Sylfaen"/>
          <w:b/>
          <w:lang w:val="hy-AM"/>
        </w:rPr>
      </w:pPr>
      <w:r w:rsidRPr="00F72D08">
        <w:rPr>
          <w:rFonts w:ascii="GHEA Grapalat" w:hAnsi="GHEA Grapalat" w:cs="Sylfaen"/>
          <w:b/>
          <w:lang w:val="hy-AM"/>
        </w:rPr>
        <w:t>Դիմումների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ընդունման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="00E33F22" w:rsidRPr="00F72D08">
        <w:rPr>
          <w:rFonts w:ascii="GHEA Grapalat" w:hAnsi="GHEA Grapalat" w:cs="Sylfaen"/>
          <w:b/>
          <w:lang w:val="hy-AM"/>
        </w:rPr>
        <w:t>վեր</w:t>
      </w:r>
      <w:r w:rsidR="009165C7" w:rsidRPr="00F72D08">
        <w:rPr>
          <w:rFonts w:ascii="GHEA Grapalat" w:hAnsi="GHEA Grapalat" w:cs="Sylfaen"/>
          <w:b/>
          <w:lang w:val="hy-AM"/>
        </w:rPr>
        <w:t>ջնաժամկետն</w:t>
      </w:r>
      <w:r w:rsidR="009165C7" w:rsidRPr="00F72D08">
        <w:rPr>
          <w:rFonts w:ascii="GHEA Grapalat" w:hAnsi="GHEA Grapalat" w:cs="Sylfaen"/>
          <w:b/>
          <w:lang w:val="fr-FR"/>
        </w:rPr>
        <w:t xml:space="preserve"> </w:t>
      </w:r>
      <w:r w:rsidR="009165C7" w:rsidRPr="00F72D08">
        <w:rPr>
          <w:rFonts w:ascii="GHEA Grapalat" w:hAnsi="GHEA Grapalat" w:cs="Sylfaen"/>
          <w:b/>
          <w:lang w:val="hy-AM"/>
        </w:rPr>
        <w:t>է</w:t>
      </w:r>
      <w:r w:rsidR="009165C7" w:rsidRPr="00F72D08">
        <w:rPr>
          <w:rFonts w:ascii="GHEA Grapalat" w:hAnsi="GHEA Grapalat" w:cs="Sylfaen"/>
          <w:b/>
          <w:lang w:val="fr-FR"/>
        </w:rPr>
        <w:t>` 20</w:t>
      </w:r>
      <w:r w:rsidR="006433B0" w:rsidRPr="00F72D08">
        <w:rPr>
          <w:rFonts w:ascii="GHEA Grapalat" w:hAnsi="GHEA Grapalat" w:cs="Sylfaen"/>
          <w:b/>
          <w:lang w:val="fr-FR"/>
        </w:rPr>
        <w:t>2</w:t>
      </w:r>
      <w:r w:rsidR="0016194C" w:rsidRPr="00F72D08">
        <w:rPr>
          <w:rFonts w:ascii="GHEA Grapalat" w:hAnsi="GHEA Grapalat" w:cs="Sylfaen"/>
          <w:b/>
          <w:lang w:val="hy-AM"/>
        </w:rPr>
        <w:t>2</w:t>
      </w:r>
      <w:r w:rsidR="006870AE" w:rsidRPr="00F72D08">
        <w:rPr>
          <w:rFonts w:ascii="GHEA Grapalat" w:hAnsi="GHEA Grapalat" w:cs="Sylfaen"/>
          <w:b/>
          <w:lang w:val="hy-AM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թվականի</w:t>
      </w:r>
      <w:r w:rsidR="00E41B43" w:rsidRPr="00F72D08">
        <w:rPr>
          <w:rFonts w:ascii="GHEA Grapalat" w:hAnsi="GHEA Grapalat" w:cs="Sylfaen"/>
          <w:b/>
          <w:lang w:val="fr-FR"/>
        </w:rPr>
        <w:t xml:space="preserve"> </w:t>
      </w:r>
      <w:r w:rsidR="0016194C" w:rsidRPr="00F72D08">
        <w:rPr>
          <w:rFonts w:ascii="GHEA Grapalat" w:hAnsi="GHEA Grapalat" w:cs="Sylfaen"/>
          <w:b/>
          <w:lang w:val="hy-AM"/>
        </w:rPr>
        <w:t>փետրվարի</w:t>
      </w:r>
      <w:r w:rsidR="008311A1" w:rsidRPr="00F72D08">
        <w:rPr>
          <w:rFonts w:ascii="GHEA Grapalat" w:hAnsi="GHEA Grapalat" w:cs="Sylfaen"/>
          <w:b/>
          <w:lang w:val="hy-AM"/>
        </w:rPr>
        <w:t xml:space="preserve"> </w:t>
      </w:r>
      <w:r w:rsidR="0016194C" w:rsidRPr="00F72D08">
        <w:rPr>
          <w:rFonts w:ascii="GHEA Grapalat" w:hAnsi="GHEA Grapalat" w:cs="Sylfaen"/>
          <w:b/>
          <w:lang w:val="hy-AM"/>
        </w:rPr>
        <w:t>1</w:t>
      </w:r>
      <w:r w:rsidR="00753D05">
        <w:rPr>
          <w:rFonts w:ascii="GHEA Grapalat" w:hAnsi="GHEA Grapalat" w:cs="Sylfaen"/>
          <w:b/>
          <w:lang w:val="hy-AM"/>
        </w:rPr>
        <w:t>8</w:t>
      </w:r>
      <w:bookmarkStart w:id="0" w:name="_GoBack"/>
      <w:bookmarkEnd w:id="0"/>
      <w:r w:rsidR="008311A1" w:rsidRPr="00F72D08">
        <w:rPr>
          <w:rFonts w:ascii="GHEA Grapalat" w:hAnsi="GHEA Grapalat" w:cs="Sylfaen"/>
          <w:b/>
          <w:lang w:val="hy-AM"/>
        </w:rPr>
        <w:t>-</w:t>
      </w:r>
      <w:r w:rsidRPr="00F72D08">
        <w:rPr>
          <w:rFonts w:ascii="GHEA Grapalat" w:hAnsi="GHEA Grapalat" w:cs="Sylfaen"/>
          <w:b/>
          <w:lang w:val="hy-AM"/>
        </w:rPr>
        <w:t>ը</w:t>
      </w:r>
      <w:r w:rsidRPr="00F72D08">
        <w:rPr>
          <w:rFonts w:ascii="GHEA Grapalat" w:hAnsi="GHEA Grapalat" w:cs="Sylfae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hy-AM"/>
        </w:rPr>
        <w:t>ժամը</w:t>
      </w:r>
      <w:r w:rsidRPr="00F72D08">
        <w:rPr>
          <w:rFonts w:ascii="GHEA Grapalat" w:hAnsi="GHEA Grapalat" w:cs="Sylfaen"/>
          <w:b/>
          <w:lang w:val="fr-FR"/>
        </w:rPr>
        <w:t xml:space="preserve"> 10:00:</w:t>
      </w:r>
    </w:p>
    <w:p w:rsidR="009F08CC" w:rsidRPr="00F72D08" w:rsidRDefault="008311A1" w:rsidP="00FF38BF">
      <w:pPr>
        <w:jc w:val="both"/>
        <w:rPr>
          <w:rFonts w:ascii="GHEA Grapalat" w:hAnsi="GHEA Grapalat" w:cs="Calibri"/>
          <w:b/>
          <w:lang w:val="hy-AM"/>
        </w:rPr>
      </w:pPr>
      <w:r w:rsidRPr="00F72D08">
        <w:rPr>
          <w:rFonts w:ascii="GHEA Grapalat" w:hAnsi="GHEA Grapalat" w:cs="Calibri"/>
          <w:b/>
          <w:lang w:val="hy-AM"/>
        </w:rPr>
        <w:t>Դիմումներն ուղարկել միյան էլեկտրոնային տարբերակով` e-</w:t>
      </w:r>
      <w:r w:rsidR="003B2448" w:rsidRPr="00F72D08">
        <w:rPr>
          <w:rFonts w:ascii="GHEA Grapalat" w:hAnsi="GHEA Grapalat" w:cs="Calibri"/>
          <w:b/>
          <w:lang w:val="hy-AM"/>
        </w:rPr>
        <w:t>req</w:t>
      </w:r>
      <w:r w:rsidRPr="00F72D08">
        <w:rPr>
          <w:rFonts w:ascii="GHEA Grapalat" w:hAnsi="GHEA Grapalat" w:cs="Calibri"/>
          <w:b/>
          <w:lang w:val="hy-AM"/>
        </w:rPr>
        <w:t>uest.am էլեկտրոնային հասցեին:</w:t>
      </w:r>
    </w:p>
    <w:p w:rsidR="009F08CC" w:rsidRPr="00F72D08" w:rsidRDefault="009F08CC" w:rsidP="00FF38BF">
      <w:pPr>
        <w:jc w:val="both"/>
        <w:rPr>
          <w:rFonts w:ascii="GHEA Grapalat" w:hAnsi="GHEA Grapalat" w:cs="Sylfaen"/>
          <w:lang w:val="hy-AM"/>
        </w:rPr>
      </w:pPr>
    </w:p>
    <w:p w:rsidR="009F08CC" w:rsidRPr="00F72D08" w:rsidRDefault="009F08CC" w:rsidP="00FF38BF">
      <w:pPr>
        <w:jc w:val="both"/>
        <w:rPr>
          <w:rFonts w:ascii="GHEA Grapalat" w:hAnsi="GHEA Grapalat" w:cs="Sylfaen"/>
          <w:lang w:val="hy-AM"/>
        </w:rPr>
      </w:pPr>
    </w:p>
    <w:p w:rsidR="00FF38BF" w:rsidRPr="00F72D08" w:rsidRDefault="00FF38BF" w:rsidP="00FF38BF">
      <w:pPr>
        <w:jc w:val="both"/>
        <w:rPr>
          <w:rFonts w:ascii="GHEA Grapalat" w:hAnsi="GHEA Grapalat" w:cs="Sylfaen"/>
          <w:lang w:val="fr-FR"/>
        </w:rPr>
      </w:pPr>
      <w:r w:rsidRPr="00F72D08">
        <w:rPr>
          <w:rFonts w:ascii="GHEA Grapalat" w:hAnsi="GHEA Grapalat" w:cs="Sylfaen"/>
          <w:lang w:val="hy-AM"/>
        </w:rPr>
        <w:t>Համայնքային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ծառայության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կադրերի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ռեզերվում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գրանցված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անձինք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լրացուցիչ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տեղեկություններ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ստանալու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համար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կարող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են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դիմել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ՀՀ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տարածքային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կառավարման</w:t>
      </w:r>
      <w:r w:rsidRPr="00F72D08">
        <w:rPr>
          <w:rFonts w:ascii="GHEA Grapalat" w:hAnsi="GHEA Grapalat" w:cs="Sylfae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և</w:t>
      </w:r>
      <w:r w:rsidRPr="00F72D08">
        <w:rPr>
          <w:rFonts w:ascii="GHEA Grapalat" w:hAnsi="GHEA Grapalat" w:cs="Sylfaen"/>
          <w:lang w:val="fr-FR"/>
        </w:rPr>
        <w:t xml:space="preserve"> </w:t>
      </w:r>
      <w:r w:rsidR="009C7D2E" w:rsidRPr="00F72D08">
        <w:rPr>
          <w:rFonts w:ascii="GHEA Grapalat" w:hAnsi="GHEA Grapalat" w:cs="Sylfaen"/>
          <w:lang w:val="hy-AM"/>
        </w:rPr>
        <w:t>ենթակառուցվածքների</w:t>
      </w:r>
      <w:r w:rsidRPr="00F72D08">
        <w:rPr>
          <w:rFonts w:ascii="GHEA Grapalat" w:hAnsi="GHEA Grapalat" w:cs="Sylfae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նախարարության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աշխատակազմ</w:t>
      </w:r>
      <w:r w:rsidRPr="00F72D08">
        <w:rPr>
          <w:rFonts w:ascii="GHEA Grapalat" w:hAnsi="GHEA Grapalat" w:cs="Times Armenian"/>
          <w:lang w:val="fr-FR"/>
        </w:rPr>
        <w:t xml:space="preserve"> (</w:t>
      </w:r>
      <w:r w:rsidRPr="00F72D08">
        <w:rPr>
          <w:rFonts w:ascii="GHEA Grapalat" w:hAnsi="GHEA Grapalat" w:cs="Sylfaen"/>
          <w:lang w:val="hy-AM"/>
        </w:rPr>
        <w:t>ք</w:t>
      </w:r>
      <w:r w:rsidRPr="00F72D08">
        <w:rPr>
          <w:rFonts w:ascii="GHEA Grapalat" w:hAnsi="GHEA Grapalat" w:cs="Times Armenian"/>
          <w:lang w:val="fr-FR"/>
        </w:rPr>
        <w:t xml:space="preserve">. </w:t>
      </w:r>
      <w:r w:rsidRPr="00F72D08">
        <w:rPr>
          <w:rFonts w:ascii="GHEA Grapalat" w:hAnsi="GHEA Grapalat" w:cs="Sylfaen"/>
          <w:lang w:val="hy-AM"/>
        </w:rPr>
        <w:t>Երևան</w:t>
      </w:r>
      <w:r w:rsidRPr="00F72D08">
        <w:rPr>
          <w:rFonts w:ascii="GHEA Grapalat" w:hAnsi="GHEA Grapalat" w:cs="Times Armenian"/>
          <w:lang w:val="fr-FR"/>
        </w:rPr>
        <w:t xml:space="preserve">, </w:t>
      </w:r>
      <w:r w:rsidRPr="00F72D08">
        <w:rPr>
          <w:rFonts w:ascii="GHEA Grapalat" w:hAnsi="GHEA Grapalat" w:cs="Sylfaen"/>
          <w:lang w:val="hy-AM"/>
        </w:rPr>
        <w:t>Կառավարական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hy-AM"/>
        </w:rPr>
        <w:t>տուն</w:t>
      </w:r>
      <w:r w:rsidRPr="00F72D08">
        <w:rPr>
          <w:rFonts w:ascii="GHEA Grapalat" w:hAnsi="GHEA Grapalat" w:cs="Times Armenian"/>
          <w:lang w:val="fr-FR"/>
        </w:rPr>
        <w:t xml:space="preserve"> </w:t>
      </w:r>
      <w:r w:rsidRPr="00F72D08">
        <w:rPr>
          <w:rFonts w:ascii="GHEA Grapalat" w:hAnsi="GHEA Grapalat" w:cs="Sylfaen"/>
          <w:lang w:val="fr-FR"/>
        </w:rPr>
        <w:t xml:space="preserve">N 3, </w:t>
      </w:r>
      <w:r w:rsidRPr="00F72D08">
        <w:rPr>
          <w:rFonts w:ascii="GHEA Grapalat" w:hAnsi="GHEA Grapalat" w:cs="Sylfaen"/>
          <w:lang w:val="hy-AM"/>
        </w:rPr>
        <w:t>հեռ</w:t>
      </w:r>
      <w:r w:rsidRPr="00F72D08">
        <w:rPr>
          <w:rFonts w:ascii="GHEA Grapalat" w:hAnsi="GHEA Grapalat" w:cs="Sylfaen"/>
          <w:lang w:val="fr-FR"/>
        </w:rPr>
        <w:t xml:space="preserve">. </w:t>
      </w:r>
      <w:r w:rsidR="004537DD" w:rsidRPr="00F72D08">
        <w:rPr>
          <w:rFonts w:ascii="GHEA Grapalat" w:hAnsi="GHEA Grapalat" w:cs="Sylfaen"/>
          <w:lang w:val="hy-AM"/>
        </w:rPr>
        <w:t>010515131</w:t>
      </w:r>
      <w:r w:rsidRPr="00F72D08">
        <w:rPr>
          <w:rFonts w:ascii="GHEA Grapalat" w:hAnsi="GHEA Grapalat" w:cs="Sylfaen"/>
          <w:lang w:val="fr-FR"/>
        </w:rPr>
        <w:t>):</w:t>
      </w:r>
    </w:p>
    <w:p w:rsidR="00FF38BF" w:rsidRPr="00F72D08" w:rsidRDefault="00FF38BF" w:rsidP="00FF38BF">
      <w:pPr>
        <w:jc w:val="both"/>
        <w:rPr>
          <w:rFonts w:ascii="GHEA Grapalat" w:hAnsi="GHEA Grapalat"/>
          <w:lang w:val="fr-FR"/>
        </w:rPr>
      </w:pPr>
    </w:p>
    <w:p w:rsidR="00FF38BF" w:rsidRPr="00F72D08" w:rsidRDefault="00FF38BF" w:rsidP="00FF38BF">
      <w:pPr>
        <w:jc w:val="right"/>
        <w:rPr>
          <w:rFonts w:ascii="GHEA Grapalat" w:hAnsi="GHEA Grapalat" w:cs="Times Armenian"/>
          <w:b/>
          <w:lang w:val="fr-FR"/>
        </w:rPr>
      </w:pPr>
      <w:r w:rsidRPr="00F72D08">
        <w:rPr>
          <w:rFonts w:ascii="GHEA Grapalat" w:hAnsi="GHEA Grapalat" w:cs="Sylfaen"/>
          <w:b/>
          <w:lang w:val="en-US"/>
        </w:rPr>
        <w:t>ՀՀ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en-US"/>
        </w:rPr>
        <w:t>տարածքային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en-US"/>
        </w:rPr>
        <w:t>կառավարման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Times Armenian"/>
          <w:b/>
          <w:lang w:val="en-US"/>
        </w:rPr>
        <w:t>և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="009C7D2E" w:rsidRPr="00F72D08">
        <w:rPr>
          <w:rFonts w:ascii="GHEA Grapalat" w:hAnsi="GHEA Grapalat" w:cs="Times Armenian"/>
          <w:b/>
          <w:lang w:val="en-US"/>
        </w:rPr>
        <w:t>ենթակառուցվածքների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</w:p>
    <w:p w:rsidR="00930BF9" w:rsidRPr="00F72D08" w:rsidRDefault="00930BF9" w:rsidP="00FF38BF">
      <w:pPr>
        <w:jc w:val="right"/>
        <w:rPr>
          <w:rFonts w:ascii="GHEA Grapalat" w:hAnsi="GHEA Grapalat" w:cs="Times Armenian"/>
          <w:b/>
          <w:lang w:val="en-US"/>
        </w:rPr>
      </w:pPr>
    </w:p>
    <w:p w:rsidR="00FF38BF" w:rsidRPr="00F72D08" w:rsidRDefault="00FF38BF" w:rsidP="00FF38BF">
      <w:pPr>
        <w:jc w:val="right"/>
        <w:rPr>
          <w:rFonts w:ascii="GHEA Grapalat" w:hAnsi="GHEA Grapalat"/>
          <w:lang w:val="fr-FR"/>
        </w:rPr>
      </w:pPr>
      <w:r w:rsidRPr="00F72D08">
        <w:rPr>
          <w:rFonts w:ascii="GHEA Grapalat" w:hAnsi="GHEA Grapalat" w:cs="Sylfaen"/>
          <w:b/>
          <w:lang w:val="en-US"/>
        </w:rPr>
        <w:t>նախարարության</w:t>
      </w:r>
      <w:r w:rsidRPr="00F72D08">
        <w:rPr>
          <w:rFonts w:ascii="GHEA Grapalat" w:hAnsi="GHEA Grapalat" w:cs="Times Armenian"/>
          <w:b/>
          <w:lang w:val="fr-FR"/>
        </w:rPr>
        <w:t xml:space="preserve"> </w:t>
      </w:r>
      <w:r w:rsidRPr="00F72D08">
        <w:rPr>
          <w:rFonts w:ascii="GHEA Grapalat" w:hAnsi="GHEA Grapalat" w:cs="Sylfaen"/>
          <w:b/>
          <w:lang w:val="en-US"/>
        </w:rPr>
        <w:t>աշխատակազմ</w:t>
      </w:r>
    </w:p>
    <w:sectPr w:rsidR="00FF38BF" w:rsidRPr="00F72D08" w:rsidSect="00F72D08">
      <w:pgSz w:w="12240" w:h="15840"/>
      <w:pgMar w:top="0" w:right="810" w:bottom="900" w:left="81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A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52238"/>
    <w:multiLevelType w:val="hybridMultilevel"/>
    <w:tmpl w:val="01EACC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694DF4"/>
    <w:multiLevelType w:val="hybridMultilevel"/>
    <w:tmpl w:val="89D4F5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997B09"/>
    <w:multiLevelType w:val="hybridMultilevel"/>
    <w:tmpl w:val="B9322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4A6B11"/>
    <w:multiLevelType w:val="hybridMultilevel"/>
    <w:tmpl w:val="461644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73294C"/>
    <w:multiLevelType w:val="hybridMultilevel"/>
    <w:tmpl w:val="1CFE84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F70688"/>
    <w:multiLevelType w:val="hybridMultilevel"/>
    <w:tmpl w:val="B57E1C04"/>
    <w:lvl w:ilvl="0" w:tplc="3244B23C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952836"/>
    <w:multiLevelType w:val="hybridMultilevel"/>
    <w:tmpl w:val="A3380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40205"/>
    <w:multiLevelType w:val="hybridMultilevel"/>
    <w:tmpl w:val="4F8E5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54103C"/>
    <w:multiLevelType w:val="hybridMultilevel"/>
    <w:tmpl w:val="E782F5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62782D"/>
    <w:multiLevelType w:val="hybridMultilevel"/>
    <w:tmpl w:val="542EF9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A7349C"/>
    <w:multiLevelType w:val="hybridMultilevel"/>
    <w:tmpl w:val="138E87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134A05"/>
    <w:multiLevelType w:val="hybridMultilevel"/>
    <w:tmpl w:val="A9C8FC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56D54C2"/>
    <w:multiLevelType w:val="hybridMultilevel"/>
    <w:tmpl w:val="BC324B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785AFC"/>
    <w:multiLevelType w:val="hybridMultilevel"/>
    <w:tmpl w:val="F59E5A9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4DA301E"/>
    <w:multiLevelType w:val="hybridMultilevel"/>
    <w:tmpl w:val="3EF25B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5BC7AD6"/>
    <w:multiLevelType w:val="hybridMultilevel"/>
    <w:tmpl w:val="937693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BB804DE"/>
    <w:multiLevelType w:val="hybridMultilevel"/>
    <w:tmpl w:val="C60C6C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C2E49B7"/>
    <w:multiLevelType w:val="hybridMultilevel"/>
    <w:tmpl w:val="5560D9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E16C7"/>
    <w:multiLevelType w:val="hybridMultilevel"/>
    <w:tmpl w:val="EB92F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05416B"/>
    <w:multiLevelType w:val="hybridMultilevel"/>
    <w:tmpl w:val="C31ECA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085E81"/>
    <w:multiLevelType w:val="hybridMultilevel"/>
    <w:tmpl w:val="79F40B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7D1E25"/>
    <w:multiLevelType w:val="hybridMultilevel"/>
    <w:tmpl w:val="5F3010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C0711A8"/>
    <w:multiLevelType w:val="hybridMultilevel"/>
    <w:tmpl w:val="1D6AD360"/>
    <w:lvl w:ilvl="0" w:tplc="AB6A99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CFB29E2"/>
    <w:multiLevelType w:val="hybridMultilevel"/>
    <w:tmpl w:val="214808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1A50E80"/>
    <w:multiLevelType w:val="hybridMultilevel"/>
    <w:tmpl w:val="36027C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2EB72A5"/>
    <w:multiLevelType w:val="hybridMultilevel"/>
    <w:tmpl w:val="E4FE6E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2F85B6B"/>
    <w:multiLevelType w:val="hybridMultilevel"/>
    <w:tmpl w:val="D01C71E0"/>
    <w:lvl w:ilvl="0" w:tplc="AB6A99D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B15588"/>
    <w:multiLevelType w:val="hybridMultilevel"/>
    <w:tmpl w:val="052A9A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3"/>
  </w:num>
  <w:num w:numId="4">
    <w:abstractNumId w:val="19"/>
  </w:num>
  <w:num w:numId="5">
    <w:abstractNumId w:val="14"/>
  </w:num>
  <w:num w:numId="6">
    <w:abstractNumId w:val="27"/>
  </w:num>
  <w:num w:numId="7">
    <w:abstractNumId w:val="8"/>
  </w:num>
  <w:num w:numId="8">
    <w:abstractNumId w:val="6"/>
  </w:num>
  <w:num w:numId="9">
    <w:abstractNumId w:val="1"/>
  </w:num>
  <w:num w:numId="10">
    <w:abstractNumId w:val="0"/>
  </w:num>
  <w:num w:numId="11">
    <w:abstractNumId w:val="4"/>
  </w:num>
  <w:num w:numId="12">
    <w:abstractNumId w:val="25"/>
  </w:num>
  <w:num w:numId="13">
    <w:abstractNumId w:val="17"/>
  </w:num>
  <w:num w:numId="14">
    <w:abstractNumId w:val="13"/>
  </w:num>
  <w:num w:numId="15">
    <w:abstractNumId w:val="10"/>
  </w:num>
  <w:num w:numId="16">
    <w:abstractNumId w:val="20"/>
  </w:num>
  <w:num w:numId="17">
    <w:abstractNumId w:val="7"/>
  </w:num>
  <w:num w:numId="18">
    <w:abstractNumId w:val="21"/>
  </w:num>
  <w:num w:numId="19">
    <w:abstractNumId w:val="18"/>
  </w:num>
  <w:num w:numId="20">
    <w:abstractNumId w:val="16"/>
  </w:num>
  <w:num w:numId="21">
    <w:abstractNumId w:val="12"/>
  </w:num>
  <w:num w:numId="22">
    <w:abstractNumId w:val="2"/>
  </w:num>
  <w:num w:numId="23">
    <w:abstractNumId w:val="24"/>
  </w:num>
  <w:num w:numId="24">
    <w:abstractNumId w:val="15"/>
  </w:num>
  <w:num w:numId="25">
    <w:abstractNumId w:val="26"/>
  </w:num>
  <w:num w:numId="26">
    <w:abstractNumId w:val="22"/>
  </w:num>
  <w:num w:numId="27">
    <w:abstractNumId w:val="5"/>
  </w:num>
  <w:num w:numId="28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hideSpellingErrors/>
  <w:hideGrammaticalError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B19"/>
    <w:rsid w:val="00000037"/>
    <w:rsid w:val="00010087"/>
    <w:rsid w:val="00016984"/>
    <w:rsid w:val="00022D83"/>
    <w:rsid w:val="000242D3"/>
    <w:rsid w:val="00024D20"/>
    <w:rsid w:val="00030286"/>
    <w:rsid w:val="00030DE1"/>
    <w:rsid w:val="000337A4"/>
    <w:rsid w:val="00037C34"/>
    <w:rsid w:val="00037E3D"/>
    <w:rsid w:val="0004544A"/>
    <w:rsid w:val="00045F86"/>
    <w:rsid w:val="00050EDA"/>
    <w:rsid w:val="00050F0F"/>
    <w:rsid w:val="0005438B"/>
    <w:rsid w:val="00057273"/>
    <w:rsid w:val="000578BA"/>
    <w:rsid w:val="000579E3"/>
    <w:rsid w:val="00066417"/>
    <w:rsid w:val="00072438"/>
    <w:rsid w:val="00074F96"/>
    <w:rsid w:val="00075673"/>
    <w:rsid w:val="000809C5"/>
    <w:rsid w:val="00082AC7"/>
    <w:rsid w:val="000862A2"/>
    <w:rsid w:val="00094406"/>
    <w:rsid w:val="00095BBC"/>
    <w:rsid w:val="00097733"/>
    <w:rsid w:val="00097B37"/>
    <w:rsid w:val="000A0331"/>
    <w:rsid w:val="000A2E9A"/>
    <w:rsid w:val="000A72B8"/>
    <w:rsid w:val="000A79D1"/>
    <w:rsid w:val="000B0B4D"/>
    <w:rsid w:val="000B3AA1"/>
    <w:rsid w:val="000B3FDF"/>
    <w:rsid w:val="000B43C3"/>
    <w:rsid w:val="000C1740"/>
    <w:rsid w:val="000C2B62"/>
    <w:rsid w:val="000C3949"/>
    <w:rsid w:val="000D25B8"/>
    <w:rsid w:val="000D4547"/>
    <w:rsid w:val="000D69FC"/>
    <w:rsid w:val="000D6F98"/>
    <w:rsid w:val="000E1BD3"/>
    <w:rsid w:val="000E2776"/>
    <w:rsid w:val="000E610B"/>
    <w:rsid w:val="000E6C40"/>
    <w:rsid w:val="000E7878"/>
    <w:rsid w:val="000F0806"/>
    <w:rsid w:val="000F3E30"/>
    <w:rsid w:val="000F68F1"/>
    <w:rsid w:val="000F6CA7"/>
    <w:rsid w:val="000F725A"/>
    <w:rsid w:val="00100DB3"/>
    <w:rsid w:val="00102134"/>
    <w:rsid w:val="001061A7"/>
    <w:rsid w:val="00106929"/>
    <w:rsid w:val="00110368"/>
    <w:rsid w:val="00111851"/>
    <w:rsid w:val="0011335C"/>
    <w:rsid w:val="001145C0"/>
    <w:rsid w:val="0012091C"/>
    <w:rsid w:val="00124336"/>
    <w:rsid w:val="00131DA4"/>
    <w:rsid w:val="00133D48"/>
    <w:rsid w:val="00146030"/>
    <w:rsid w:val="001503B1"/>
    <w:rsid w:val="00152A7B"/>
    <w:rsid w:val="00152DAB"/>
    <w:rsid w:val="0016194C"/>
    <w:rsid w:val="00167794"/>
    <w:rsid w:val="001704EA"/>
    <w:rsid w:val="0017232D"/>
    <w:rsid w:val="00172BDA"/>
    <w:rsid w:val="0017399F"/>
    <w:rsid w:val="001742C9"/>
    <w:rsid w:val="00174CFA"/>
    <w:rsid w:val="001753DF"/>
    <w:rsid w:val="00177BDE"/>
    <w:rsid w:val="001813AA"/>
    <w:rsid w:val="001820CB"/>
    <w:rsid w:val="0018603A"/>
    <w:rsid w:val="00186567"/>
    <w:rsid w:val="00187A01"/>
    <w:rsid w:val="0019468C"/>
    <w:rsid w:val="001A26B7"/>
    <w:rsid w:val="001A27C0"/>
    <w:rsid w:val="001A660C"/>
    <w:rsid w:val="001A74DB"/>
    <w:rsid w:val="001B66DD"/>
    <w:rsid w:val="001C1459"/>
    <w:rsid w:val="001C42C4"/>
    <w:rsid w:val="001C448D"/>
    <w:rsid w:val="001C73EB"/>
    <w:rsid w:val="001D0F80"/>
    <w:rsid w:val="001D16EE"/>
    <w:rsid w:val="001D38E9"/>
    <w:rsid w:val="001D6E78"/>
    <w:rsid w:val="001D7B5E"/>
    <w:rsid w:val="001E166D"/>
    <w:rsid w:val="001E59DB"/>
    <w:rsid w:val="001E5E2D"/>
    <w:rsid w:val="001F2246"/>
    <w:rsid w:val="001F2748"/>
    <w:rsid w:val="001F7DFD"/>
    <w:rsid w:val="0020023F"/>
    <w:rsid w:val="00211909"/>
    <w:rsid w:val="00216531"/>
    <w:rsid w:val="00216CE2"/>
    <w:rsid w:val="0021741F"/>
    <w:rsid w:val="00221949"/>
    <w:rsid w:val="00222E8F"/>
    <w:rsid w:val="00224356"/>
    <w:rsid w:val="00231ECD"/>
    <w:rsid w:val="00233777"/>
    <w:rsid w:val="00241687"/>
    <w:rsid w:val="00243352"/>
    <w:rsid w:val="0024506D"/>
    <w:rsid w:val="002461BF"/>
    <w:rsid w:val="0024743F"/>
    <w:rsid w:val="00250AF2"/>
    <w:rsid w:val="0025243C"/>
    <w:rsid w:val="0025511C"/>
    <w:rsid w:val="00255B93"/>
    <w:rsid w:val="0027431D"/>
    <w:rsid w:val="002751A1"/>
    <w:rsid w:val="00275AAA"/>
    <w:rsid w:val="00277ACD"/>
    <w:rsid w:val="00280EB1"/>
    <w:rsid w:val="00281B71"/>
    <w:rsid w:val="002844C3"/>
    <w:rsid w:val="00287276"/>
    <w:rsid w:val="00287AA1"/>
    <w:rsid w:val="002A1E03"/>
    <w:rsid w:val="002A202E"/>
    <w:rsid w:val="002A2273"/>
    <w:rsid w:val="002A2CFE"/>
    <w:rsid w:val="002A63EB"/>
    <w:rsid w:val="002B0508"/>
    <w:rsid w:val="002B26A5"/>
    <w:rsid w:val="002B6DDE"/>
    <w:rsid w:val="002B7753"/>
    <w:rsid w:val="002B7E98"/>
    <w:rsid w:val="002C2835"/>
    <w:rsid w:val="002C4181"/>
    <w:rsid w:val="002C5DB0"/>
    <w:rsid w:val="002D445B"/>
    <w:rsid w:val="002D7015"/>
    <w:rsid w:val="002E1F3B"/>
    <w:rsid w:val="002E7E3B"/>
    <w:rsid w:val="002F0DA0"/>
    <w:rsid w:val="002F5BF6"/>
    <w:rsid w:val="0030121D"/>
    <w:rsid w:val="003054BC"/>
    <w:rsid w:val="003079B1"/>
    <w:rsid w:val="00312CB6"/>
    <w:rsid w:val="00321B62"/>
    <w:rsid w:val="00333F4C"/>
    <w:rsid w:val="003353CA"/>
    <w:rsid w:val="003364B4"/>
    <w:rsid w:val="00346C88"/>
    <w:rsid w:val="00361DEE"/>
    <w:rsid w:val="003667AB"/>
    <w:rsid w:val="0037691C"/>
    <w:rsid w:val="00384FA3"/>
    <w:rsid w:val="00386CD7"/>
    <w:rsid w:val="00394C6E"/>
    <w:rsid w:val="00396A54"/>
    <w:rsid w:val="00396CDC"/>
    <w:rsid w:val="003A2D7D"/>
    <w:rsid w:val="003A31B3"/>
    <w:rsid w:val="003B14DB"/>
    <w:rsid w:val="003B163D"/>
    <w:rsid w:val="003B16A6"/>
    <w:rsid w:val="003B2448"/>
    <w:rsid w:val="003C74B5"/>
    <w:rsid w:val="003D3B94"/>
    <w:rsid w:val="003D3F91"/>
    <w:rsid w:val="003D49CC"/>
    <w:rsid w:val="003D59D0"/>
    <w:rsid w:val="003D641A"/>
    <w:rsid w:val="003D6CDD"/>
    <w:rsid w:val="003E66C7"/>
    <w:rsid w:val="003F08EB"/>
    <w:rsid w:val="003F36EF"/>
    <w:rsid w:val="003F4EB4"/>
    <w:rsid w:val="003F58B0"/>
    <w:rsid w:val="003F6C52"/>
    <w:rsid w:val="00401D9F"/>
    <w:rsid w:val="00402A09"/>
    <w:rsid w:val="00405285"/>
    <w:rsid w:val="00410194"/>
    <w:rsid w:val="00414A1F"/>
    <w:rsid w:val="00414A70"/>
    <w:rsid w:val="00422EEE"/>
    <w:rsid w:val="0042487E"/>
    <w:rsid w:val="00425092"/>
    <w:rsid w:val="004306D8"/>
    <w:rsid w:val="00433879"/>
    <w:rsid w:val="004437EB"/>
    <w:rsid w:val="00444906"/>
    <w:rsid w:val="00447DF3"/>
    <w:rsid w:val="0045290E"/>
    <w:rsid w:val="004534C9"/>
    <w:rsid w:val="004537DD"/>
    <w:rsid w:val="00453F75"/>
    <w:rsid w:val="00463424"/>
    <w:rsid w:val="00465500"/>
    <w:rsid w:val="004656BA"/>
    <w:rsid w:val="0047105D"/>
    <w:rsid w:val="00481DC7"/>
    <w:rsid w:val="004900FA"/>
    <w:rsid w:val="00492034"/>
    <w:rsid w:val="004A0D1E"/>
    <w:rsid w:val="004A461A"/>
    <w:rsid w:val="004A5549"/>
    <w:rsid w:val="004A5C64"/>
    <w:rsid w:val="004B2064"/>
    <w:rsid w:val="004C03C1"/>
    <w:rsid w:val="004C0B44"/>
    <w:rsid w:val="004C1999"/>
    <w:rsid w:val="004C1B2F"/>
    <w:rsid w:val="004C1B4A"/>
    <w:rsid w:val="004D1A77"/>
    <w:rsid w:val="004D2DF4"/>
    <w:rsid w:val="004D4D34"/>
    <w:rsid w:val="004D4F87"/>
    <w:rsid w:val="004D5E09"/>
    <w:rsid w:val="004E0F18"/>
    <w:rsid w:val="004E2806"/>
    <w:rsid w:val="004E2E65"/>
    <w:rsid w:val="004E4A3C"/>
    <w:rsid w:val="004E7281"/>
    <w:rsid w:val="004F4E6A"/>
    <w:rsid w:val="004F5DB3"/>
    <w:rsid w:val="00500A4A"/>
    <w:rsid w:val="00501C61"/>
    <w:rsid w:val="00502125"/>
    <w:rsid w:val="00503237"/>
    <w:rsid w:val="00505577"/>
    <w:rsid w:val="00510AF9"/>
    <w:rsid w:val="00511439"/>
    <w:rsid w:val="00516F4F"/>
    <w:rsid w:val="00517E5B"/>
    <w:rsid w:val="0052133A"/>
    <w:rsid w:val="0052570C"/>
    <w:rsid w:val="0053076B"/>
    <w:rsid w:val="00532C42"/>
    <w:rsid w:val="00536334"/>
    <w:rsid w:val="00545D85"/>
    <w:rsid w:val="005510B0"/>
    <w:rsid w:val="00552704"/>
    <w:rsid w:val="00553E4F"/>
    <w:rsid w:val="00557C4A"/>
    <w:rsid w:val="00560C83"/>
    <w:rsid w:val="00561AF7"/>
    <w:rsid w:val="00562FA0"/>
    <w:rsid w:val="00571250"/>
    <w:rsid w:val="00575A39"/>
    <w:rsid w:val="00577AE8"/>
    <w:rsid w:val="00583A68"/>
    <w:rsid w:val="00586221"/>
    <w:rsid w:val="00586C8E"/>
    <w:rsid w:val="00586DBE"/>
    <w:rsid w:val="00595884"/>
    <w:rsid w:val="00595E1D"/>
    <w:rsid w:val="005A59A2"/>
    <w:rsid w:val="005A6CCF"/>
    <w:rsid w:val="005A7226"/>
    <w:rsid w:val="005A74E0"/>
    <w:rsid w:val="005B0265"/>
    <w:rsid w:val="005B136C"/>
    <w:rsid w:val="005B23DA"/>
    <w:rsid w:val="005B31A7"/>
    <w:rsid w:val="005C0A0B"/>
    <w:rsid w:val="005C7CB1"/>
    <w:rsid w:val="005D20E7"/>
    <w:rsid w:val="005D6478"/>
    <w:rsid w:val="005D70DB"/>
    <w:rsid w:val="005E413C"/>
    <w:rsid w:val="005F168E"/>
    <w:rsid w:val="00602AA1"/>
    <w:rsid w:val="006078A4"/>
    <w:rsid w:val="00611288"/>
    <w:rsid w:val="00612AE1"/>
    <w:rsid w:val="00612E4C"/>
    <w:rsid w:val="006150CC"/>
    <w:rsid w:val="00621434"/>
    <w:rsid w:val="0062584D"/>
    <w:rsid w:val="00626003"/>
    <w:rsid w:val="00626782"/>
    <w:rsid w:val="00626A9C"/>
    <w:rsid w:val="00637F45"/>
    <w:rsid w:val="00642497"/>
    <w:rsid w:val="00642E07"/>
    <w:rsid w:val="006433B0"/>
    <w:rsid w:val="00644416"/>
    <w:rsid w:val="006459CF"/>
    <w:rsid w:val="0064758F"/>
    <w:rsid w:val="00647DB2"/>
    <w:rsid w:val="00651DD7"/>
    <w:rsid w:val="00652627"/>
    <w:rsid w:val="00655529"/>
    <w:rsid w:val="006574AB"/>
    <w:rsid w:val="00662EF8"/>
    <w:rsid w:val="00664D7D"/>
    <w:rsid w:val="006666DD"/>
    <w:rsid w:val="00670560"/>
    <w:rsid w:val="00677BF0"/>
    <w:rsid w:val="006807C5"/>
    <w:rsid w:val="006823FE"/>
    <w:rsid w:val="006870AE"/>
    <w:rsid w:val="00691C07"/>
    <w:rsid w:val="006933E2"/>
    <w:rsid w:val="006A0397"/>
    <w:rsid w:val="006A2084"/>
    <w:rsid w:val="006A2E7F"/>
    <w:rsid w:val="006A5F8D"/>
    <w:rsid w:val="006A78AA"/>
    <w:rsid w:val="006B664E"/>
    <w:rsid w:val="006C4363"/>
    <w:rsid w:val="006C7BEC"/>
    <w:rsid w:val="006D099E"/>
    <w:rsid w:val="006D25F9"/>
    <w:rsid w:val="006D4C13"/>
    <w:rsid w:val="006D655C"/>
    <w:rsid w:val="006D7D07"/>
    <w:rsid w:val="006E0133"/>
    <w:rsid w:val="006E324C"/>
    <w:rsid w:val="006E33D4"/>
    <w:rsid w:val="006F28D0"/>
    <w:rsid w:val="006F2C35"/>
    <w:rsid w:val="006F5517"/>
    <w:rsid w:val="006F7A83"/>
    <w:rsid w:val="00700460"/>
    <w:rsid w:val="00700F49"/>
    <w:rsid w:val="007059B3"/>
    <w:rsid w:val="007072C0"/>
    <w:rsid w:val="00720829"/>
    <w:rsid w:val="007254D2"/>
    <w:rsid w:val="007279A4"/>
    <w:rsid w:val="00731110"/>
    <w:rsid w:val="007314A0"/>
    <w:rsid w:val="00734982"/>
    <w:rsid w:val="00735E7C"/>
    <w:rsid w:val="0073660F"/>
    <w:rsid w:val="0074080F"/>
    <w:rsid w:val="00741C03"/>
    <w:rsid w:val="00742694"/>
    <w:rsid w:val="00742F3E"/>
    <w:rsid w:val="00747099"/>
    <w:rsid w:val="007470B7"/>
    <w:rsid w:val="007535AA"/>
    <w:rsid w:val="00753D05"/>
    <w:rsid w:val="00757FF1"/>
    <w:rsid w:val="00761E1A"/>
    <w:rsid w:val="00762A0A"/>
    <w:rsid w:val="0076353C"/>
    <w:rsid w:val="00764F0B"/>
    <w:rsid w:val="00770D30"/>
    <w:rsid w:val="0077224C"/>
    <w:rsid w:val="00775251"/>
    <w:rsid w:val="007776C8"/>
    <w:rsid w:val="007778C9"/>
    <w:rsid w:val="00777B5E"/>
    <w:rsid w:val="0078106D"/>
    <w:rsid w:val="00781AA7"/>
    <w:rsid w:val="00781B40"/>
    <w:rsid w:val="00784DFC"/>
    <w:rsid w:val="00785A57"/>
    <w:rsid w:val="00787F44"/>
    <w:rsid w:val="00793EFE"/>
    <w:rsid w:val="007A0AD9"/>
    <w:rsid w:val="007A2581"/>
    <w:rsid w:val="007A52FE"/>
    <w:rsid w:val="007A77CE"/>
    <w:rsid w:val="007B23E7"/>
    <w:rsid w:val="007B75B1"/>
    <w:rsid w:val="007C625B"/>
    <w:rsid w:val="007C646A"/>
    <w:rsid w:val="007D1F6E"/>
    <w:rsid w:val="007D3940"/>
    <w:rsid w:val="007D3FDA"/>
    <w:rsid w:val="007D5037"/>
    <w:rsid w:val="007D6FB2"/>
    <w:rsid w:val="007D717D"/>
    <w:rsid w:val="007D7AAB"/>
    <w:rsid w:val="007D7DE0"/>
    <w:rsid w:val="007E5F95"/>
    <w:rsid w:val="007F10A2"/>
    <w:rsid w:val="007F480C"/>
    <w:rsid w:val="00800180"/>
    <w:rsid w:val="00802034"/>
    <w:rsid w:val="00804425"/>
    <w:rsid w:val="00807586"/>
    <w:rsid w:val="00812CAB"/>
    <w:rsid w:val="008162D5"/>
    <w:rsid w:val="00817784"/>
    <w:rsid w:val="0082589C"/>
    <w:rsid w:val="008311A1"/>
    <w:rsid w:val="00831836"/>
    <w:rsid w:val="00842846"/>
    <w:rsid w:val="00844B50"/>
    <w:rsid w:val="008458F5"/>
    <w:rsid w:val="008473D9"/>
    <w:rsid w:val="00854195"/>
    <w:rsid w:val="00857B9F"/>
    <w:rsid w:val="00861B21"/>
    <w:rsid w:val="00861F44"/>
    <w:rsid w:val="0086317C"/>
    <w:rsid w:val="00865025"/>
    <w:rsid w:val="00865798"/>
    <w:rsid w:val="00865AAD"/>
    <w:rsid w:val="00865D6A"/>
    <w:rsid w:val="00870820"/>
    <w:rsid w:val="008727FA"/>
    <w:rsid w:val="00882F08"/>
    <w:rsid w:val="00883D79"/>
    <w:rsid w:val="00885C6E"/>
    <w:rsid w:val="0088645D"/>
    <w:rsid w:val="0088753B"/>
    <w:rsid w:val="00891B29"/>
    <w:rsid w:val="00891B74"/>
    <w:rsid w:val="0089593A"/>
    <w:rsid w:val="008A1D75"/>
    <w:rsid w:val="008A2429"/>
    <w:rsid w:val="008B61F2"/>
    <w:rsid w:val="008C3A68"/>
    <w:rsid w:val="008D3376"/>
    <w:rsid w:val="008D37AE"/>
    <w:rsid w:val="008D7971"/>
    <w:rsid w:val="008F0BDE"/>
    <w:rsid w:val="008F7B19"/>
    <w:rsid w:val="00902B48"/>
    <w:rsid w:val="00903EBD"/>
    <w:rsid w:val="00905397"/>
    <w:rsid w:val="00906ED0"/>
    <w:rsid w:val="009123F1"/>
    <w:rsid w:val="00914DA7"/>
    <w:rsid w:val="009156BF"/>
    <w:rsid w:val="009165C7"/>
    <w:rsid w:val="009166C8"/>
    <w:rsid w:val="00917BF6"/>
    <w:rsid w:val="00921025"/>
    <w:rsid w:val="00921FBF"/>
    <w:rsid w:val="009276E5"/>
    <w:rsid w:val="00927ADC"/>
    <w:rsid w:val="00930BF9"/>
    <w:rsid w:val="00932895"/>
    <w:rsid w:val="00934A20"/>
    <w:rsid w:val="00936831"/>
    <w:rsid w:val="00940027"/>
    <w:rsid w:val="00941BCB"/>
    <w:rsid w:val="00952CD4"/>
    <w:rsid w:val="00953B6A"/>
    <w:rsid w:val="00955399"/>
    <w:rsid w:val="009564F3"/>
    <w:rsid w:val="00964C0B"/>
    <w:rsid w:val="00966CE5"/>
    <w:rsid w:val="00970F9F"/>
    <w:rsid w:val="0097149B"/>
    <w:rsid w:val="009765C3"/>
    <w:rsid w:val="009824B5"/>
    <w:rsid w:val="00983831"/>
    <w:rsid w:val="00985357"/>
    <w:rsid w:val="00987A6D"/>
    <w:rsid w:val="009911CF"/>
    <w:rsid w:val="00995A67"/>
    <w:rsid w:val="0099622A"/>
    <w:rsid w:val="009A31BA"/>
    <w:rsid w:val="009A4E4A"/>
    <w:rsid w:val="009A57F5"/>
    <w:rsid w:val="009A5AD3"/>
    <w:rsid w:val="009B1B28"/>
    <w:rsid w:val="009B1B5E"/>
    <w:rsid w:val="009B2566"/>
    <w:rsid w:val="009B3F1C"/>
    <w:rsid w:val="009C033D"/>
    <w:rsid w:val="009C19F1"/>
    <w:rsid w:val="009C1F13"/>
    <w:rsid w:val="009C2FBA"/>
    <w:rsid w:val="009C33DF"/>
    <w:rsid w:val="009C7D2E"/>
    <w:rsid w:val="009D01B0"/>
    <w:rsid w:val="009D0B95"/>
    <w:rsid w:val="009D3205"/>
    <w:rsid w:val="009D5A37"/>
    <w:rsid w:val="009E2A4D"/>
    <w:rsid w:val="009F0764"/>
    <w:rsid w:val="009F08CC"/>
    <w:rsid w:val="009F1C92"/>
    <w:rsid w:val="009F1E43"/>
    <w:rsid w:val="009F51C4"/>
    <w:rsid w:val="009F5446"/>
    <w:rsid w:val="00A02402"/>
    <w:rsid w:val="00A025A1"/>
    <w:rsid w:val="00A02A3F"/>
    <w:rsid w:val="00A10585"/>
    <w:rsid w:val="00A22166"/>
    <w:rsid w:val="00A24AC2"/>
    <w:rsid w:val="00A24D67"/>
    <w:rsid w:val="00A26C83"/>
    <w:rsid w:val="00A311C2"/>
    <w:rsid w:val="00A348DC"/>
    <w:rsid w:val="00A35D4F"/>
    <w:rsid w:val="00A36352"/>
    <w:rsid w:val="00A377B0"/>
    <w:rsid w:val="00A377BD"/>
    <w:rsid w:val="00A40296"/>
    <w:rsid w:val="00A55C71"/>
    <w:rsid w:val="00A6655F"/>
    <w:rsid w:val="00A67209"/>
    <w:rsid w:val="00A67247"/>
    <w:rsid w:val="00A67749"/>
    <w:rsid w:val="00A67C47"/>
    <w:rsid w:val="00A72493"/>
    <w:rsid w:val="00A83635"/>
    <w:rsid w:val="00A8535C"/>
    <w:rsid w:val="00A855B5"/>
    <w:rsid w:val="00A94610"/>
    <w:rsid w:val="00A96D1D"/>
    <w:rsid w:val="00A97420"/>
    <w:rsid w:val="00AA1A89"/>
    <w:rsid w:val="00AA2FB7"/>
    <w:rsid w:val="00AA33D2"/>
    <w:rsid w:val="00AC01FF"/>
    <w:rsid w:val="00AC250C"/>
    <w:rsid w:val="00AC7A15"/>
    <w:rsid w:val="00AD0661"/>
    <w:rsid w:val="00AD5265"/>
    <w:rsid w:val="00AE0E02"/>
    <w:rsid w:val="00AE256A"/>
    <w:rsid w:val="00AE43CF"/>
    <w:rsid w:val="00AE5803"/>
    <w:rsid w:val="00AF34F0"/>
    <w:rsid w:val="00AF4516"/>
    <w:rsid w:val="00AF4681"/>
    <w:rsid w:val="00AF4A26"/>
    <w:rsid w:val="00B00087"/>
    <w:rsid w:val="00B011C8"/>
    <w:rsid w:val="00B0186E"/>
    <w:rsid w:val="00B03847"/>
    <w:rsid w:val="00B04FFE"/>
    <w:rsid w:val="00B173BB"/>
    <w:rsid w:val="00B20CA3"/>
    <w:rsid w:val="00B453D7"/>
    <w:rsid w:val="00B456DC"/>
    <w:rsid w:val="00B46A96"/>
    <w:rsid w:val="00B477F6"/>
    <w:rsid w:val="00B51F84"/>
    <w:rsid w:val="00B56409"/>
    <w:rsid w:val="00B56A19"/>
    <w:rsid w:val="00B614A3"/>
    <w:rsid w:val="00B6257B"/>
    <w:rsid w:val="00B63C82"/>
    <w:rsid w:val="00B63F4D"/>
    <w:rsid w:val="00B707DE"/>
    <w:rsid w:val="00B73A44"/>
    <w:rsid w:val="00B74382"/>
    <w:rsid w:val="00B75BCC"/>
    <w:rsid w:val="00B771A5"/>
    <w:rsid w:val="00B81221"/>
    <w:rsid w:val="00B826AB"/>
    <w:rsid w:val="00B82836"/>
    <w:rsid w:val="00B82AA5"/>
    <w:rsid w:val="00B82C00"/>
    <w:rsid w:val="00B85C51"/>
    <w:rsid w:val="00B90F98"/>
    <w:rsid w:val="00B91D0F"/>
    <w:rsid w:val="00B927E7"/>
    <w:rsid w:val="00B92E50"/>
    <w:rsid w:val="00B938B8"/>
    <w:rsid w:val="00B97628"/>
    <w:rsid w:val="00BA4D0B"/>
    <w:rsid w:val="00BB06F0"/>
    <w:rsid w:val="00BB35B8"/>
    <w:rsid w:val="00BB4058"/>
    <w:rsid w:val="00BB7196"/>
    <w:rsid w:val="00BC4110"/>
    <w:rsid w:val="00BC6194"/>
    <w:rsid w:val="00BC6955"/>
    <w:rsid w:val="00BD2ACD"/>
    <w:rsid w:val="00BD5241"/>
    <w:rsid w:val="00BD7715"/>
    <w:rsid w:val="00BE0459"/>
    <w:rsid w:val="00BE09DC"/>
    <w:rsid w:val="00BE2C9C"/>
    <w:rsid w:val="00BF4757"/>
    <w:rsid w:val="00C00099"/>
    <w:rsid w:val="00C009F6"/>
    <w:rsid w:val="00C05F4C"/>
    <w:rsid w:val="00C07E40"/>
    <w:rsid w:val="00C111A2"/>
    <w:rsid w:val="00C14280"/>
    <w:rsid w:val="00C15FE8"/>
    <w:rsid w:val="00C24014"/>
    <w:rsid w:val="00C34FFE"/>
    <w:rsid w:val="00C35B67"/>
    <w:rsid w:val="00C36638"/>
    <w:rsid w:val="00C37719"/>
    <w:rsid w:val="00C37A30"/>
    <w:rsid w:val="00C40ABF"/>
    <w:rsid w:val="00C4457A"/>
    <w:rsid w:val="00C514D2"/>
    <w:rsid w:val="00C54EA4"/>
    <w:rsid w:val="00C55FFE"/>
    <w:rsid w:val="00C60648"/>
    <w:rsid w:val="00C6142F"/>
    <w:rsid w:val="00C61ABD"/>
    <w:rsid w:val="00C625CB"/>
    <w:rsid w:val="00C6319F"/>
    <w:rsid w:val="00C715DC"/>
    <w:rsid w:val="00C72B7C"/>
    <w:rsid w:val="00C735B9"/>
    <w:rsid w:val="00C74C40"/>
    <w:rsid w:val="00C76DB1"/>
    <w:rsid w:val="00C802BA"/>
    <w:rsid w:val="00C81CB3"/>
    <w:rsid w:val="00C84703"/>
    <w:rsid w:val="00C864EA"/>
    <w:rsid w:val="00C86B0D"/>
    <w:rsid w:val="00C87371"/>
    <w:rsid w:val="00C91870"/>
    <w:rsid w:val="00C919C8"/>
    <w:rsid w:val="00C927FC"/>
    <w:rsid w:val="00CA4EA4"/>
    <w:rsid w:val="00CB17DA"/>
    <w:rsid w:val="00CB602A"/>
    <w:rsid w:val="00CC3877"/>
    <w:rsid w:val="00CC3F31"/>
    <w:rsid w:val="00CD3E06"/>
    <w:rsid w:val="00CE072D"/>
    <w:rsid w:val="00CE4DE0"/>
    <w:rsid w:val="00CE72D0"/>
    <w:rsid w:val="00CE7BE9"/>
    <w:rsid w:val="00CF2FD4"/>
    <w:rsid w:val="00CF42C7"/>
    <w:rsid w:val="00D01AB6"/>
    <w:rsid w:val="00D05226"/>
    <w:rsid w:val="00D07EA4"/>
    <w:rsid w:val="00D13C19"/>
    <w:rsid w:val="00D156AD"/>
    <w:rsid w:val="00D15C9F"/>
    <w:rsid w:val="00D17297"/>
    <w:rsid w:val="00D243AE"/>
    <w:rsid w:val="00D2775B"/>
    <w:rsid w:val="00D2798F"/>
    <w:rsid w:val="00D30B80"/>
    <w:rsid w:val="00D35A4F"/>
    <w:rsid w:val="00D367DB"/>
    <w:rsid w:val="00D36882"/>
    <w:rsid w:val="00D410A9"/>
    <w:rsid w:val="00D445BF"/>
    <w:rsid w:val="00D511AA"/>
    <w:rsid w:val="00D5183C"/>
    <w:rsid w:val="00D5474B"/>
    <w:rsid w:val="00D54A4E"/>
    <w:rsid w:val="00D57910"/>
    <w:rsid w:val="00D64118"/>
    <w:rsid w:val="00D72133"/>
    <w:rsid w:val="00D75494"/>
    <w:rsid w:val="00D773DA"/>
    <w:rsid w:val="00D80704"/>
    <w:rsid w:val="00D83214"/>
    <w:rsid w:val="00D8327D"/>
    <w:rsid w:val="00D83A08"/>
    <w:rsid w:val="00D873DE"/>
    <w:rsid w:val="00D9065F"/>
    <w:rsid w:val="00D933DF"/>
    <w:rsid w:val="00DA1AEE"/>
    <w:rsid w:val="00DA2588"/>
    <w:rsid w:val="00DA259A"/>
    <w:rsid w:val="00DA379C"/>
    <w:rsid w:val="00DA3BCB"/>
    <w:rsid w:val="00DA41E3"/>
    <w:rsid w:val="00DB102F"/>
    <w:rsid w:val="00DB1734"/>
    <w:rsid w:val="00DC0B35"/>
    <w:rsid w:val="00DC0B6C"/>
    <w:rsid w:val="00DC0BCC"/>
    <w:rsid w:val="00DC14E2"/>
    <w:rsid w:val="00DC1977"/>
    <w:rsid w:val="00DC4526"/>
    <w:rsid w:val="00DC7620"/>
    <w:rsid w:val="00DD21DE"/>
    <w:rsid w:val="00DE10EA"/>
    <w:rsid w:val="00DE1C48"/>
    <w:rsid w:val="00DF3E80"/>
    <w:rsid w:val="00DF499E"/>
    <w:rsid w:val="00E0100C"/>
    <w:rsid w:val="00E02FF1"/>
    <w:rsid w:val="00E03BDE"/>
    <w:rsid w:val="00E05164"/>
    <w:rsid w:val="00E13E4F"/>
    <w:rsid w:val="00E14058"/>
    <w:rsid w:val="00E2502E"/>
    <w:rsid w:val="00E27243"/>
    <w:rsid w:val="00E33F22"/>
    <w:rsid w:val="00E353C3"/>
    <w:rsid w:val="00E37A57"/>
    <w:rsid w:val="00E41B43"/>
    <w:rsid w:val="00E42025"/>
    <w:rsid w:val="00E45556"/>
    <w:rsid w:val="00E52BE2"/>
    <w:rsid w:val="00E53CBE"/>
    <w:rsid w:val="00E54DBB"/>
    <w:rsid w:val="00E6065C"/>
    <w:rsid w:val="00E62683"/>
    <w:rsid w:val="00E6293D"/>
    <w:rsid w:val="00E62A97"/>
    <w:rsid w:val="00E66F68"/>
    <w:rsid w:val="00E75A23"/>
    <w:rsid w:val="00E77F1A"/>
    <w:rsid w:val="00E82407"/>
    <w:rsid w:val="00E859E3"/>
    <w:rsid w:val="00E9572E"/>
    <w:rsid w:val="00E958B0"/>
    <w:rsid w:val="00E96C87"/>
    <w:rsid w:val="00EA1DB1"/>
    <w:rsid w:val="00EA59D0"/>
    <w:rsid w:val="00EB2518"/>
    <w:rsid w:val="00EB2934"/>
    <w:rsid w:val="00EB39DC"/>
    <w:rsid w:val="00EB4B82"/>
    <w:rsid w:val="00EB5A6E"/>
    <w:rsid w:val="00EB5ABB"/>
    <w:rsid w:val="00EB5FA3"/>
    <w:rsid w:val="00EC730E"/>
    <w:rsid w:val="00ED7FA2"/>
    <w:rsid w:val="00EE01AA"/>
    <w:rsid w:val="00EE35B0"/>
    <w:rsid w:val="00EE3CA2"/>
    <w:rsid w:val="00EF036E"/>
    <w:rsid w:val="00EF4A5C"/>
    <w:rsid w:val="00EF6F39"/>
    <w:rsid w:val="00EF6FC7"/>
    <w:rsid w:val="00F125DB"/>
    <w:rsid w:val="00F14539"/>
    <w:rsid w:val="00F2341C"/>
    <w:rsid w:val="00F2527C"/>
    <w:rsid w:val="00F33030"/>
    <w:rsid w:val="00F3584D"/>
    <w:rsid w:val="00F423CC"/>
    <w:rsid w:val="00F4436E"/>
    <w:rsid w:val="00F448A0"/>
    <w:rsid w:val="00F4518D"/>
    <w:rsid w:val="00F4789A"/>
    <w:rsid w:val="00F50456"/>
    <w:rsid w:val="00F51139"/>
    <w:rsid w:val="00F609F1"/>
    <w:rsid w:val="00F654CE"/>
    <w:rsid w:val="00F66B48"/>
    <w:rsid w:val="00F6734A"/>
    <w:rsid w:val="00F7047E"/>
    <w:rsid w:val="00F72D08"/>
    <w:rsid w:val="00F852C9"/>
    <w:rsid w:val="00F938DA"/>
    <w:rsid w:val="00F94AAE"/>
    <w:rsid w:val="00FA1650"/>
    <w:rsid w:val="00FA2731"/>
    <w:rsid w:val="00FA71B1"/>
    <w:rsid w:val="00FB0C9D"/>
    <w:rsid w:val="00FB1D34"/>
    <w:rsid w:val="00FB1E18"/>
    <w:rsid w:val="00FB2B85"/>
    <w:rsid w:val="00FB39C9"/>
    <w:rsid w:val="00FB4C9E"/>
    <w:rsid w:val="00FC1108"/>
    <w:rsid w:val="00FC227A"/>
    <w:rsid w:val="00FC306A"/>
    <w:rsid w:val="00FC33F3"/>
    <w:rsid w:val="00FC41C6"/>
    <w:rsid w:val="00FC72EC"/>
    <w:rsid w:val="00FC78BC"/>
    <w:rsid w:val="00FD012E"/>
    <w:rsid w:val="00FD1447"/>
    <w:rsid w:val="00FD24CF"/>
    <w:rsid w:val="00FD3702"/>
    <w:rsid w:val="00FD598D"/>
    <w:rsid w:val="00FE1C93"/>
    <w:rsid w:val="00FE31DB"/>
    <w:rsid w:val="00FE3F8C"/>
    <w:rsid w:val="00FE41B0"/>
    <w:rsid w:val="00FF0C3A"/>
    <w:rsid w:val="00FF38BF"/>
    <w:rsid w:val="00FF406B"/>
    <w:rsid w:val="00FF5295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BF8B6FE-0881-40BD-A5EC-79FCA687CB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A5F8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D655C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szCs w:val="20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itleam">
    <w:name w:val="title_am"/>
    <w:basedOn w:val="Normal"/>
    <w:rsid w:val="006C4363"/>
    <w:pPr>
      <w:spacing w:before="100" w:beforeAutospacing="1" w:after="100" w:afterAutospacing="1"/>
    </w:pPr>
    <w:rPr>
      <w:rFonts w:ascii="Arial AM" w:hAnsi="Arial AM"/>
      <w:b/>
      <w:bCs/>
      <w:sz w:val="18"/>
      <w:szCs w:val="18"/>
      <w:lang w:val="en-US" w:eastAsia="en-US"/>
    </w:rPr>
  </w:style>
  <w:style w:type="paragraph" w:customStyle="1" w:styleId="textam3">
    <w:name w:val="text_am3"/>
    <w:basedOn w:val="Normal"/>
    <w:rsid w:val="006C4363"/>
    <w:pPr>
      <w:spacing w:before="100" w:beforeAutospacing="1" w:after="100" w:afterAutospacing="1"/>
    </w:pPr>
    <w:rPr>
      <w:rFonts w:ascii="Arial Armenian" w:hAnsi="Arial Armenian"/>
      <w:color w:val="666666"/>
      <w:sz w:val="16"/>
      <w:szCs w:val="16"/>
      <w:lang w:val="en-US" w:eastAsia="en-US"/>
    </w:rPr>
  </w:style>
  <w:style w:type="character" w:styleId="Strong">
    <w:name w:val="Strong"/>
    <w:uiPriority w:val="22"/>
    <w:qFormat/>
    <w:rsid w:val="006C4363"/>
    <w:rPr>
      <w:b/>
      <w:bCs/>
    </w:rPr>
  </w:style>
  <w:style w:type="paragraph" w:customStyle="1" w:styleId="subtitleam">
    <w:name w:val="subtitle_am"/>
    <w:basedOn w:val="Normal"/>
    <w:rsid w:val="00CE72D0"/>
    <w:pPr>
      <w:spacing w:before="100" w:beforeAutospacing="1" w:after="100" w:afterAutospacing="1"/>
    </w:pPr>
    <w:rPr>
      <w:rFonts w:ascii="Arial AM" w:hAnsi="Arial AM"/>
      <w:b/>
      <w:bCs/>
      <w:sz w:val="16"/>
      <w:szCs w:val="16"/>
      <w:lang w:val="en-US" w:eastAsia="en-US"/>
    </w:rPr>
  </w:style>
  <w:style w:type="paragraph" w:styleId="NormalWeb">
    <w:name w:val="Normal (Web)"/>
    <w:basedOn w:val="Normal"/>
    <w:rsid w:val="00CE72D0"/>
    <w:pPr>
      <w:spacing w:before="100" w:beforeAutospacing="1" w:after="100" w:afterAutospacing="1"/>
    </w:pPr>
    <w:rPr>
      <w:lang w:val="en-US" w:eastAsia="en-US"/>
    </w:rPr>
  </w:style>
  <w:style w:type="character" w:customStyle="1" w:styleId="titleam1">
    <w:name w:val="title_am1"/>
    <w:rsid w:val="00CE72D0"/>
    <w:rPr>
      <w:rFonts w:ascii="Arial AM" w:hAnsi="Arial AM" w:hint="default"/>
      <w:b/>
      <w:bCs/>
      <w:sz w:val="18"/>
      <w:szCs w:val="18"/>
    </w:rPr>
  </w:style>
  <w:style w:type="paragraph" w:styleId="BalloonText">
    <w:name w:val="Balloon Text"/>
    <w:basedOn w:val="Normal"/>
    <w:semiHidden/>
    <w:rsid w:val="00E77F1A"/>
    <w:rPr>
      <w:rFonts w:ascii="Tahoma" w:hAnsi="Tahoma" w:cs="Tahoma"/>
      <w:sz w:val="16"/>
      <w:szCs w:val="16"/>
    </w:rPr>
  </w:style>
  <w:style w:type="character" w:customStyle="1" w:styleId="5">
    <w:name w:val="Основной текст (5)"/>
    <w:rsid w:val="001D6E78"/>
  </w:style>
  <w:style w:type="character" w:customStyle="1" w:styleId="Heading1Char">
    <w:name w:val="Heading 1 Char"/>
    <w:link w:val="Heading1"/>
    <w:rsid w:val="006D655C"/>
    <w:rPr>
      <w:rFonts w:ascii="Arial AMU" w:hAnsi="Arial AMU"/>
      <w:b/>
      <w:sz w:val="24"/>
      <w:shd w:val="clear" w:color="auto" w:fill="FFFFFF"/>
      <w:lang w:val="ru-RU"/>
    </w:rPr>
  </w:style>
  <w:style w:type="numbering" w:customStyle="1" w:styleId="NoList1">
    <w:name w:val="No List1"/>
    <w:next w:val="NoList"/>
    <w:semiHidden/>
    <w:rsid w:val="006D655C"/>
  </w:style>
  <w:style w:type="character" w:styleId="Emphasis">
    <w:name w:val="Emphasis"/>
    <w:qFormat/>
    <w:rsid w:val="00B477F6"/>
    <w:rPr>
      <w:i/>
      <w:iCs/>
    </w:rPr>
  </w:style>
  <w:style w:type="character" w:customStyle="1" w:styleId="apple-converted-space">
    <w:name w:val="apple-converted-space"/>
    <w:rsid w:val="00A24AC2"/>
  </w:style>
  <w:style w:type="paragraph" w:styleId="NoSpacing">
    <w:name w:val="No Spacing"/>
    <w:uiPriority w:val="1"/>
    <w:qFormat/>
    <w:rsid w:val="00C802BA"/>
    <w:rPr>
      <w:rFonts w:ascii="Calibri" w:eastAsia="Calibri" w:hAnsi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F2527C"/>
    <w:pPr>
      <w:ind w:left="720"/>
      <w:contextualSpacing/>
    </w:pPr>
  </w:style>
  <w:style w:type="character" w:styleId="Hyperlink">
    <w:name w:val="Hyperlink"/>
    <w:unhideWhenUsed/>
    <w:rsid w:val="008311A1"/>
    <w:rPr>
      <w:color w:val="0000FF"/>
      <w:u w:val="single"/>
    </w:rPr>
  </w:style>
  <w:style w:type="character" w:styleId="CommentReference">
    <w:name w:val="annotation reference"/>
    <w:basedOn w:val="DefaultParagraphFont"/>
    <w:semiHidden/>
    <w:unhideWhenUsed/>
    <w:rsid w:val="00F654CE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F654C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654CE"/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654CE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F654C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70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9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0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69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8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81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9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79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15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0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2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5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0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56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3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09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52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2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2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9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47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27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43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700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8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5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2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5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0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8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9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23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84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2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82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77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63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84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1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nin\Desktop\Haytararutyun\haytararutyun%20147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D04743-F5A2-4D58-BACF-7BCBE08773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haytararutyun 147</Template>
  <TotalTime>58</TotalTime>
  <Pages>5</Pages>
  <Words>1445</Words>
  <Characters>8241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 Ð  î ² ð ² Ì ø ² Ú Æ Ü   Î ² è ² ì ² ð Ø ²Ü   Ü  ² Ê ² ð ² ð àô Â Ú àô Ü</vt:lpstr>
      <vt:lpstr>Ð Ð  î ² ð ² Ì ø ² Ú Æ Ü   Î ² è ² ì ² ð Ø ²Ü   Ü  ² Ê ² ð ² ð àô Â Ú àô Ü</vt:lpstr>
    </vt:vector>
  </TitlesOfParts>
  <Company>MTA</Company>
  <LinksUpToDate>false</LinksUpToDate>
  <CharactersWithSpaces>9667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 Ð  î ² ð ² Ì ø ² Ú Æ Ü   Î ² è ² ì ² ð Ø ²Ü   Ü  ² Ê ² ð ² ð àô Â Ú àô Ü</dc:title>
  <dc:creator>Admin</dc:creator>
  <cp:lastModifiedBy>Lilit Martirosyan</cp:lastModifiedBy>
  <cp:revision>12</cp:revision>
  <cp:lastPrinted>2022-02-10T07:36:00Z</cp:lastPrinted>
  <dcterms:created xsi:type="dcterms:W3CDTF">2022-02-10T06:19:00Z</dcterms:created>
  <dcterms:modified xsi:type="dcterms:W3CDTF">2022-02-10T07:36:00Z</dcterms:modified>
</cp:coreProperties>
</file>