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9BF" w:rsidRDefault="00D439BF" w:rsidP="00226F80">
      <w:pPr>
        <w:shd w:val="clear" w:color="auto" w:fill="FFFFFF"/>
        <w:ind w:right="67" w:firstLine="720"/>
        <w:jc w:val="right"/>
        <w:rPr>
          <w:rFonts w:ascii="GHEA Grapalat" w:hAnsi="GHEA Grapalat"/>
          <w:bCs/>
          <w:sz w:val="18"/>
          <w:szCs w:val="18"/>
          <w:lang w:val="en-US"/>
        </w:rPr>
      </w:pPr>
      <w:r>
        <w:rPr>
          <w:rFonts w:ascii="GHEA Grapalat" w:hAnsi="GHEA Grapalat" w:cs="Arial"/>
          <w:bCs/>
          <w:sz w:val="18"/>
          <w:szCs w:val="18"/>
          <w:lang w:val="en-US"/>
        </w:rPr>
        <w:t>Հավելված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N 11</w:t>
      </w:r>
    </w:p>
    <w:p w:rsidR="00D439BF" w:rsidRDefault="00D439BF" w:rsidP="00226F80">
      <w:pPr>
        <w:shd w:val="clear" w:color="auto" w:fill="FFFFFF"/>
        <w:ind w:right="67" w:firstLine="720"/>
        <w:jc w:val="right"/>
        <w:rPr>
          <w:rFonts w:ascii="GHEA Grapalat" w:hAnsi="GHEA Grapalat"/>
          <w:bCs/>
          <w:sz w:val="18"/>
          <w:szCs w:val="18"/>
          <w:lang w:val="en-US"/>
        </w:rPr>
      </w:pPr>
      <w:r>
        <w:rPr>
          <w:rFonts w:ascii="GHEA Grapalat" w:hAnsi="GHEA Grapalat" w:cs="Arial"/>
          <w:bCs/>
          <w:sz w:val="18"/>
          <w:szCs w:val="18"/>
          <w:lang w:val="en-US"/>
        </w:rPr>
        <w:t>Երևանի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r>
        <w:rPr>
          <w:rFonts w:ascii="GHEA Grapalat" w:hAnsi="GHEA Grapalat" w:cs="Arial"/>
          <w:bCs/>
          <w:sz w:val="18"/>
          <w:szCs w:val="18"/>
          <w:lang w:val="en-US"/>
        </w:rPr>
        <w:t>քաղաքապետի</w:t>
      </w:r>
    </w:p>
    <w:p w:rsidR="00D439BF" w:rsidRDefault="00D439BF" w:rsidP="00226F80">
      <w:pPr>
        <w:shd w:val="clear" w:color="auto" w:fill="FFFFFF"/>
        <w:ind w:right="67" w:firstLine="720"/>
        <w:jc w:val="right"/>
        <w:rPr>
          <w:rFonts w:ascii="GHEA Grapalat" w:hAnsi="GHEA Grapalat"/>
          <w:bCs/>
          <w:sz w:val="18"/>
          <w:szCs w:val="18"/>
          <w:lang w:val="en-US"/>
        </w:rPr>
      </w:pPr>
      <w:r>
        <w:rPr>
          <w:rFonts w:ascii="GHEA Grapalat" w:hAnsi="GHEA Grapalat"/>
          <w:bCs/>
          <w:sz w:val="18"/>
          <w:szCs w:val="18"/>
          <w:lang w:val="hy-AM"/>
        </w:rPr>
        <w:t>2022</w:t>
      </w:r>
      <w:r>
        <w:rPr>
          <w:rFonts w:ascii="GHEA Grapalat" w:hAnsi="GHEA Grapalat" w:cs="Arial"/>
          <w:bCs/>
          <w:sz w:val="18"/>
          <w:szCs w:val="18"/>
          <w:lang w:val="hy-AM"/>
        </w:rPr>
        <w:t>թ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. </w:t>
      </w:r>
      <w:r>
        <w:rPr>
          <w:rFonts w:ascii="GHEA Grapalat" w:hAnsi="GHEA Grapalat" w:cs="Arial"/>
          <w:bCs/>
          <w:sz w:val="18"/>
          <w:szCs w:val="18"/>
          <w:lang w:val="hy-AM"/>
        </w:rPr>
        <w:t>հուլիսի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/>
          <w:bCs/>
          <w:sz w:val="18"/>
          <w:szCs w:val="18"/>
          <w:lang w:val="en-US"/>
        </w:rPr>
        <w:t>19</w:t>
      </w:r>
      <w:r>
        <w:rPr>
          <w:rFonts w:ascii="GHEA Grapalat" w:hAnsi="GHEA Grapalat"/>
          <w:bCs/>
          <w:sz w:val="18"/>
          <w:szCs w:val="18"/>
          <w:lang w:val="hy-AM"/>
        </w:rPr>
        <w:t>-</w:t>
      </w:r>
      <w:r>
        <w:rPr>
          <w:rFonts w:ascii="GHEA Grapalat" w:hAnsi="GHEA Grapalat" w:cs="Arial"/>
          <w:bCs/>
          <w:sz w:val="18"/>
          <w:szCs w:val="18"/>
          <w:lang w:val="hy-AM"/>
        </w:rPr>
        <w:t>ի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N 2677-</w:t>
      </w:r>
      <w:r>
        <w:rPr>
          <w:rFonts w:ascii="GHEA Grapalat" w:hAnsi="GHEA Grapalat" w:cs="Arial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Arial"/>
          <w:bCs/>
          <w:sz w:val="18"/>
          <w:szCs w:val="18"/>
          <w:lang w:val="hy-AM"/>
        </w:rPr>
        <w:t>որոշման</w:t>
      </w:r>
    </w:p>
    <w:p w:rsidR="00D439BF" w:rsidRPr="008F3F50" w:rsidRDefault="00D439BF" w:rsidP="008F3F50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hy-AM"/>
        </w:rPr>
      </w:pPr>
    </w:p>
    <w:p w:rsidR="00D439BF" w:rsidRPr="008F3F50" w:rsidRDefault="00D439BF" w:rsidP="008F3F50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D439BF" w:rsidRPr="008F3F50" w:rsidRDefault="00D439BF" w:rsidP="008F3F50">
      <w:pPr>
        <w:shd w:val="clear" w:color="auto" w:fill="FFFFFF"/>
        <w:tabs>
          <w:tab w:val="left" w:pos="630"/>
          <w:tab w:val="left" w:pos="810"/>
        </w:tabs>
        <w:ind w:right="-1" w:firstLine="18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8F3F50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8F3F50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8F3F50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8F3F50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8F3F50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8F3F50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8F3F50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D439BF" w:rsidRPr="008F3F50" w:rsidRDefault="00D439BF" w:rsidP="008F3F50">
      <w:pPr>
        <w:shd w:val="clear" w:color="auto" w:fill="FFFFFF"/>
        <w:tabs>
          <w:tab w:val="left" w:pos="630"/>
          <w:tab w:val="left" w:pos="810"/>
        </w:tabs>
        <w:ind w:right="-1" w:firstLine="18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90"/>
      </w:tblGrid>
      <w:tr w:rsidR="00D439BF" w:rsidRPr="008F3F50" w:rsidTr="008132C2">
        <w:tc>
          <w:tcPr>
            <w:tcW w:w="10690" w:type="dxa"/>
          </w:tcPr>
          <w:p w:rsidR="00D439BF" w:rsidRPr="008F3F50" w:rsidRDefault="00D439BF" w:rsidP="008F3F5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18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Pr="008F3F50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D439BF" w:rsidRPr="008F3F50" w:rsidTr="000C12D9">
        <w:trPr>
          <w:trHeight w:val="3356"/>
        </w:trPr>
        <w:tc>
          <w:tcPr>
            <w:tcW w:w="10690" w:type="dxa"/>
          </w:tcPr>
          <w:p w:rsidR="00D439BF" w:rsidRPr="008F3F50" w:rsidRDefault="00D439BF" w:rsidP="008F3F50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D439BF" w:rsidRPr="008F3F50" w:rsidRDefault="00D439BF" w:rsidP="008F3F50">
            <w:pPr>
              <w:numPr>
                <w:ilvl w:val="1"/>
                <w:numId w:val="4"/>
              </w:numPr>
              <w:tabs>
                <w:tab w:val="left" w:pos="63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Պաշտոնի անվանումը, ծածկագիրը </w:t>
            </w:r>
          </w:p>
          <w:p w:rsidR="00D439BF" w:rsidRPr="008F3F50" w:rsidRDefault="00D439BF" w:rsidP="008F3F50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Երևանի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քաղաքապետարանի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սպորտի և երիտասարդության հարցերի վարչության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Վարչություն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առաջին կարգի մասնագետ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(ծածկագիր՝ 3.1-55</w:t>
            </w:r>
            <w:r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8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)։</w:t>
            </w:r>
          </w:p>
          <w:p w:rsidR="00D439BF" w:rsidRPr="008F3F50" w:rsidRDefault="00D439BF" w:rsidP="008F3F50">
            <w:pPr>
              <w:numPr>
                <w:ilvl w:val="1"/>
                <w:numId w:val="4"/>
              </w:numPr>
              <w:tabs>
                <w:tab w:val="left" w:pos="63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Ենթակա և հաշվետու է </w:t>
            </w:r>
          </w:p>
          <w:p w:rsidR="00D439BF" w:rsidRPr="008F3F50" w:rsidRDefault="00D439BF" w:rsidP="008F3F50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>Վարչության առաջին կարգի մասնագետն անմիջականորեն ենթակա և հաշվետու է վարչության պետին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։</w:t>
            </w:r>
          </w:p>
          <w:p w:rsidR="00D439BF" w:rsidRPr="008F3F50" w:rsidRDefault="00D439BF" w:rsidP="008F3F50">
            <w:pPr>
              <w:numPr>
                <w:ilvl w:val="1"/>
                <w:numId w:val="4"/>
              </w:numPr>
              <w:tabs>
                <w:tab w:val="left" w:pos="63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Փոխարինող պաշտոնի կամ պաշտոնների անվանումները </w:t>
            </w:r>
          </w:p>
          <w:p w:rsidR="00D439BF" w:rsidRPr="008F3F50" w:rsidRDefault="00D439BF" w:rsidP="008F3F50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Վարչության առաջին կարգի մասնագետի 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բացակայության դեպքում նրան փոխարինում է վարչության առաջատար մասնագետը կամ վարչության 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>գլխավոր մասնագետներից մեկը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։</w:t>
            </w:r>
          </w:p>
          <w:p w:rsidR="00D439BF" w:rsidRPr="008F3F50" w:rsidRDefault="00D439BF" w:rsidP="008F3F50">
            <w:pPr>
              <w:numPr>
                <w:ilvl w:val="1"/>
                <w:numId w:val="4"/>
              </w:numPr>
              <w:tabs>
                <w:tab w:val="left" w:pos="63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Աշխատավայրը </w:t>
            </w:r>
          </w:p>
          <w:p w:rsidR="00D439BF" w:rsidRPr="00AD7F75" w:rsidRDefault="00D439BF" w:rsidP="008F3F50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AD7F75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Հայաստանի Հանրապետություն, ք. Երևան, Բյուզանդ 1/3</w:t>
            </w:r>
          </w:p>
          <w:p w:rsidR="00D439BF" w:rsidRPr="008F3F50" w:rsidRDefault="00D439BF" w:rsidP="008F3F50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D439BF" w:rsidRPr="008F3F50" w:rsidTr="008132C2">
        <w:tc>
          <w:tcPr>
            <w:tcW w:w="10690" w:type="dxa"/>
          </w:tcPr>
          <w:p w:rsidR="00D439BF" w:rsidRPr="008F3F50" w:rsidRDefault="00D439BF" w:rsidP="008F3F5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342"/>
                <w:tab w:val="left" w:pos="630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D439BF" w:rsidRPr="008F3F50" w:rsidTr="008132C2">
        <w:tc>
          <w:tcPr>
            <w:tcW w:w="10690" w:type="dxa"/>
          </w:tcPr>
          <w:p w:rsidR="00D439BF" w:rsidRPr="008F3F50" w:rsidRDefault="00D439BF" w:rsidP="008F3F50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D439BF" w:rsidRPr="008F3F50" w:rsidRDefault="00D439BF" w:rsidP="008F3F50">
            <w:pPr>
              <w:numPr>
                <w:ilvl w:val="1"/>
                <w:numId w:val="5"/>
              </w:numPr>
              <w:tabs>
                <w:tab w:val="left" w:pos="63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D439BF" w:rsidRPr="008F3F50" w:rsidRDefault="00D439BF" w:rsidP="008F3F50">
            <w:pPr>
              <w:tabs>
                <w:tab w:val="left" w:pos="630"/>
                <w:tab w:val="left" w:pos="900"/>
                <w:tab w:val="left" w:pos="108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ա) 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Վարչության պետին ներկայացնում է եզրակացություն գնման առարկա հանդիսացող ապրանքների, աշխատանքների և ծառայությունների գնման գործընթացը գնումների մասին ՀՀ օրենսդրության պահանջներին համապատասխանության վերաբերյալ.</w:t>
            </w:r>
          </w:p>
          <w:p w:rsidR="00D439BF" w:rsidRPr="008F3F50" w:rsidRDefault="00D439BF" w:rsidP="008F3F50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բ) 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իր լիազորությունների շրջանակներում </w:t>
            </w:r>
            <w:r w:rsidRPr="00197C7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իրականացնում է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Վարչության կարիքների համար կատարվող գնումների աշխատանքները.</w:t>
            </w:r>
          </w:p>
          <w:p w:rsidR="00D439BF" w:rsidRPr="008F3F50" w:rsidRDefault="00D439BF" w:rsidP="008F3F50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>գ) մասնակցում է Վարչության կարիքների համար անհրաժեշտ ապրանքների, աշխատանքերի և ծառայությունների տեխնիկական հատկանիշների, դրանց ձեռքբերման և վճարման պայմանների` գնման առարկաների բնութագրերի գնահատման աշխատանքներին.</w:t>
            </w:r>
          </w:p>
          <w:p w:rsidR="00D439BF" w:rsidRPr="008F3F50" w:rsidRDefault="00D439BF" w:rsidP="008F3F50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դ) </w:t>
            </w:r>
            <w:r w:rsidRPr="008F3F5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մասնակցում է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աշխատանքներին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.</w:t>
            </w:r>
          </w:p>
          <w:p w:rsidR="00D439BF" w:rsidRPr="008F3F50" w:rsidRDefault="00D439BF" w:rsidP="008F3F50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ե)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հանձնարարությունները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ժամանակին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որակով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D439BF" w:rsidRPr="008F3F50" w:rsidRDefault="00D439BF" w:rsidP="008F3F50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զ)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ապահովում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փաստաթղթաշրջանառությունը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լրացնում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համապատասխան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փաստաթղթերը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D439BF" w:rsidRPr="008F3F50" w:rsidRDefault="00D439BF" w:rsidP="008F3F50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է)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հետևում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հանձնարարականների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համապատասխան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ժամկետներում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կատարման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ընթացքին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որոնց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արդյունքների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զեկուցում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D439BF" w:rsidRPr="008F3F50" w:rsidRDefault="00D439BF" w:rsidP="008F3F50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ը)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սահմաններում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դեպքում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, 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նախապատրաստում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աշխատանքային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ծրագրերը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տեղեկանքներ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հաշվետվություններ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միջնորդագրեր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զեկուցագրեր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գրություններ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D439BF" w:rsidRPr="008F3F50" w:rsidRDefault="00D439BF" w:rsidP="008F3F50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թ)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պետի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հանձնարարությամբ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մասնակցում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է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աշխատանքային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ծրագրերի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մշակման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աշխատանքներին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.</w:t>
            </w:r>
          </w:p>
          <w:p w:rsidR="00D439BF" w:rsidRPr="008F3F50" w:rsidRDefault="00D439BF" w:rsidP="008F3F50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ժ</w:t>
            </w:r>
            <w:r w:rsidRPr="008F3F50">
              <w:rPr>
                <w:rFonts w:ascii="GHEA Grapalat" w:hAnsi="GHEA Grapalat"/>
                <w:color w:val="000000"/>
                <w:sz w:val="22"/>
                <w:szCs w:val="22"/>
                <w:lang w:val="fr-FR"/>
              </w:rPr>
              <w:t>)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պետի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հանձնարարությամբ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ուսումնասիրում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է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դիմումներում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և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բողոքներում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բարձրացված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հարցերը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և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Հայաստանի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Հանրապետության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օրենսդրությամբ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սահմանված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կարգով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և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ժամկետներում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նախապատրաստում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պատասխան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:rsidR="00D439BF" w:rsidRPr="008F3F50" w:rsidRDefault="00D439BF" w:rsidP="008F3F50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ժա</w:t>
            </w:r>
            <w:r w:rsidRPr="008F3F50">
              <w:rPr>
                <w:rFonts w:ascii="GHEA Grapalat" w:hAnsi="GHEA Grapalat"/>
                <w:color w:val="000000"/>
                <w:sz w:val="22"/>
                <w:szCs w:val="22"/>
                <w:lang w:val="fr-FR"/>
              </w:rPr>
              <w:t>)</w:t>
            </w:r>
            <w:r w:rsidRPr="008F3F50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Վարչության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պետին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ըստ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անհրաժեշտության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ներկայացնում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է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զեկուցագրեր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t xml:space="preserve">`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իր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կող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softHyphen/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մից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սպա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softHyphen/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սարկվող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ոլորտին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առնչվող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համապատասխան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մարմիններում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կատարվող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աշ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softHyphen/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խա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softHyphen/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տանք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softHyphen/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softHyphen/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նե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softHyphen/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րի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վիճակի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fr-FR"/>
              </w:rPr>
              <w:t>մասին</w:t>
            </w:r>
            <w:r w:rsidRPr="008F3F50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:rsidR="00D439BF" w:rsidRPr="008F3F50" w:rsidRDefault="00D439BF" w:rsidP="008F3F50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iCs/>
                <w:sz w:val="22"/>
                <w:szCs w:val="22"/>
                <w:lang w:val="fr-FR"/>
              </w:rPr>
            </w:pPr>
            <w:r w:rsidRPr="008F3F5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ժբ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) </w:t>
            </w:r>
            <w:r w:rsidRPr="008F3F50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իրականացնում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է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սույն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պաշտոնի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անձնագրով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սահմանված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լիազորություններ</w:t>
            </w:r>
            <w:r w:rsidRPr="008F3F50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։</w:t>
            </w:r>
          </w:p>
          <w:p w:rsidR="00D439BF" w:rsidRPr="008F3F50" w:rsidRDefault="00D439BF" w:rsidP="008F3F50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</w:pPr>
            <w:r w:rsidRPr="008F3F50">
              <w:rPr>
                <w:rFonts w:ascii="GHEA Grapalat" w:hAnsi="GHEA Grapalat" w:cs="Sylfaen"/>
                <w:sz w:val="22"/>
                <w:szCs w:val="22"/>
                <w:lang w:val="en-US"/>
              </w:rPr>
              <w:t>Վարչության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</w:t>
            </w:r>
            <w:r w:rsidRPr="008F3F50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ռաջին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կարգի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մասնագետն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ունի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o</w:t>
            </w:r>
            <w:r w:rsidRPr="008F3F50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րենքով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, </w:t>
            </w:r>
            <w:r w:rsidRPr="008F3F50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իրավական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ակտերով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նախատեսված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իրավունքներ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և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կրում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է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այդ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ակտերով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նախատեսված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Pr="008F3F50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8F3F50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պարտականություններ</w:t>
            </w:r>
            <w:r w:rsidRPr="008F3F50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։</w:t>
            </w:r>
          </w:p>
        </w:tc>
      </w:tr>
      <w:tr w:rsidR="00D439BF" w:rsidRPr="008F3F50" w:rsidTr="008132C2">
        <w:tc>
          <w:tcPr>
            <w:tcW w:w="10690" w:type="dxa"/>
          </w:tcPr>
          <w:p w:rsidR="00D439BF" w:rsidRPr="008F3F50" w:rsidRDefault="00D439BF" w:rsidP="008F3F5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22"/>
                <w:tab w:val="left" w:pos="630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Կազմակերպական շրջանակը</w:t>
            </w:r>
          </w:p>
        </w:tc>
      </w:tr>
      <w:tr w:rsidR="00D439BF" w:rsidRPr="008F3F50" w:rsidTr="008132C2">
        <w:tc>
          <w:tcPr>
            <w:tcW w:w="10690" w:type="dxa"/>
          </w:tcPr>
          <w:p w:rsidR="00D439BF" w:rsidRPr="008F3F50" w:rsidRDefault="00D439BF" w:rsidP="008F3F50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D439BF" w:rsidRPr="008F3F50" w:rsidRDefault="00D439BF" w:rsidP="008F3F50">
            <w:pPr>
              <w:numPr>
                <w:ilvl w:val="1"/>
                <w:numId w:val="5"/>
              </w:numPr>
              <w:tabs>
                <w:tab w:val="left" w:pos="63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D439BF" w:rsidRPr="008F3F50" w:rsidRDefault="00D439BF" w:rsidP="008F3F50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)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աշխատանքների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կազմակերպման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ծրագրման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համակարգման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ղեկավարման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վերահսկման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լիազորություններ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չունի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.</w:t>
            </w:r>
          </w:p>
          <w:p w:rsidR="00D439BF" w:rsidRPr="008F3F50" w:rsidRDefault="00D439BF" w:rsidP="008F3F50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)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կատարում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Վ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արչության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պետի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հանձնարարականները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.</w:t>
            </w:r>
          </w:p>
          <w:p w:rsidR="00D439BF" w:rsidRPr="008F3F50" w:rsidRDefault="00D439BF" w:rsidP="008F3F50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գ)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պատասխանատվություն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կրում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օրենքների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իրավական</w:t>
            </w:r>
            <w:r w:rsidRPr="008F3F50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ակտերի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պահանջներն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ու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տրված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հանձնարարականները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չկատարելու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կամ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ոչ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պատշաճ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կատարելու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լիազորությունները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վերազանցելու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համար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։</w:t>
            </w:r>
          </w:p>
          <w:p w:rsidR="00D439BF" w:rsidRPr="008F3F50" w:rsidRDefault="00D439BF" w:rsidP="008F3F50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D439BF" w:rsidRPr="008F3F50" w:rsidRDefault="00D439BF" w:rsidP="008F3F50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Վարչության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առջև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դրված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գ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ործառույթներից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բխող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հիմնախնդիրների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լուծմանը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որոշումների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ընդունմանը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հանձնարարականների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կատարմանը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։</w:t>
            </w:r>
          </w:p>
          <w:p w:rsidR="00D439BF" w:rsidRPr="008F3F50" w:rsidRDefault="00D439BF" w:rsidP="008F3F50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D439BF" w:rsidRPr="008F3F50" w:rsidRDefault="00D439BF" w:rsidP="008F3F50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) Վ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արչության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ներսում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շփվում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իր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լիազորությունների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շրջանակներում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` 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աշխատողների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հետ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.</w:t>
            </w:r>
          </w:p>
          <w:p w:rsidR="00D439BF" w:rsidRPr="008F3F50" w:rsidRDefault="00D439BF" w:rsidP="008F3F50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) Ա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շխատակազմից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դուրս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շփվում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Վ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արչության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պետի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հանձնարարությամբ.</w:t>
            </w:r>
          </w:p>
          <w:p w:rsidR="00D439BF" w:rsidRPr="008F3F50" w:rsidRDefault="00D439BF" w:rsidP="008F3F50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գ) Ա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շխատակազմից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դուրս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որպես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ներկայացուցիչ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հանդես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գ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ալու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լիազորություններ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չունի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։</w:t>
            </w:r>
          </w:p>
          <w:p w:rsidR="00D439BF" w:rsidRPr="008F3F50" w:rsidRDefault="00D439BF" w:rsidP="008F3F50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D439BF" w:rsidRPr="008F3F50" w:rsidRDefault="00D439BF" w:rsidP="008F3F50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) Վ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արչության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պետի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հանձնարարությամբ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Վ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արչության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առջև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դրված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գ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ործառույթներից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բխող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խնդիրների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լուծմանը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գ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նահատմանը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.</w:t>
            </w:r>
          </w:p>
          <w:p w:rsidR="00D439BF" w:rsidRPr="008F3F50" w:rsidRDefault="00D439BF" w:rsidP="008F3F50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)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բարդ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խնդիրների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բացահայտմանը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դրանց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ստեղծագործական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այլընտրանքային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լուծումներին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մասնակցելու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լիազորություններ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չունի</w:t>
            </w:r>
            <w:r w:rsidRPr="008F3F5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։ </w:t>
            </w:r>
          </w:p>
        </w:tc>
      </w:tr>
      <w:tr w:rsidR="00D439BF" w:rsidRPr="008F3F50" w:rsidTr="008132C2">
        <w:tc>
          <w:tcPr>
            <w:tcW w:w="10690" w:type="dxa"/>
          </w:tcPr>
          <w:p w:rsidR="00D439BF" w:rsidRPr="008F3F50" w:rsidRDefault="00D439BF" w:rsidP="008F3F5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32"/>
                <w:tab w:val="left" w:pos="630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D439BF" w:rsidRPr="008F3F50" w:rsidTr="008132C2">
        <w:tc>
          <w:tcPr>
            <w:tcW w:w="10690" w:type="dxa"/>
          </w:tcPr>
          <w:p w:rsidR="00D439BF" w:rsidRPr="008F3F50" w:rsidRDefault="00D439BF" w:rsidP="008F3F50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D439BF" w:rsidRPr="008F3F50" w:rsidRDefault="00D439BF" w:rsidP="008F3F50">
            <w:pPr>
              <w:numPr>
                <w:ilvl w:val="1"/>
                <w:numId w:val="5"/>
              </w:numPr>
              <w:tabs>
                <w:tab w:val="left" w:pos="63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D439BF" w:rsidRPr="008F3F50" w:rsidRDefault="00D439BF" w:rsidP="008F3F50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 xml:space="preserve">  առնվազն միջնակարգ 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կրթություն։</w:t>
            </w:r>
          </w:p>
          <w:p w:rsidR="00D439BF" w:rsidRPr="008F3F50" w:rsidRDefault="00D439BF" w:rsidP="008F3F50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8F3F5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 և հմտությունները</w:t>
            </w:r>
          </w:p>
          <w:p w:rsidR="00D439BF" w:rsidRPr="008F3F50" w:rsidRDefault="00D439BF" w:rsidP="008F3F50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ունի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«Երևան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>, «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Համայնքային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մասին»,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«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մասին», «Ֆիզիկական կուլտուրայի և սպորտի մասին», «Մանկապատանեկան սպորտի մասին», «Գնումների մասին» և «Հաշվապահական հաշվառման մասին» Հայաստանի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, սպորտի ոլորտին վերաբերող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կանոնադրությունների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ու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համակարգչով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ժամանակակից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տեխնիկական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միջոցներով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աշխատելու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D439BF" w:rsidRPr="008F3F50" w:rsidRDefault="00D439BF" w:rsidP="008F3F50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D439BF" w:rsidRPr="008F3F50" w:rsidRDefault="00D439BF" w:rsidP="008F3F50">
            <w:pPr>
              <w:tabs>
                <w:tab w:val="left" w:pos="630"/>
                <w:tab w:val="left" w:pos="972"/>
                <w:tab w:val="left" w:pos="5562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պահանջվում:</w:t>
            </w:r>
          </w:p>
          <w:p w:rsidR="00D439BF" w:rsidRPr="008F3F50" w:rsidRDefault="00D439BF" w:rsidP="008F3F50">
            <w:pPr>
              <w:tabs>
                <w:tab w:val="left" w:pos="630"/>
                <w:tab w:val="left" w:pos="972"/>
                <w:tab w:val="left" w:pos="556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D439BF" w:rsidRPr="008F3F50" w:rsidTr="008132C2">
        <w:tc>
          <w:tcPr>
            <w:tcW w:w="10690" w:type="dxa"/>
          </w:tcPr>
          <w:p w:rsidR="00D439BF" w:rsidRPr="008F3F50" w:rsidRDefault="00D439BF" w:rsidP="008F3F5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D439BF" w:rsidRPr="008F3F50" w:rsidTr="008132C2">
        <w:trPr>
          <w:trHeight w:val="134"/>
        </w:trPr>
        <w:tc>
          <w:tcPr>
            <w:tcW w:w="10690" w:type="dxa"/>
          </w:tcPr>
          <w:p w:rsidR="00D439BF" w:rsidRPr="008F3F50" w:rsidRDefault="00D439BF" w:rsidP="008F3F50">
            <w:pPr>
              <w:tabs>
                <w:tab w:val="left" w:pos="630"/>
                <w:tab w:val="left" w:pos="972"/>
              </w:tabs>
              <w:ind w:left="180" w:right="-1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D439BF" w:rsidRPr="008F3F50" w:rsidRDefault="00D439BF" w:rsidP="008F3F50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օրենքով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կարգով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շնորհվում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համայնքային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1-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ին դասի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կրտսեր ծառայողի դասային</w:t>
            </w:r>
            <w:r w:rsidRPr="008F3F5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F3F50">
              <w:rPr>
                <w:rFonts w:ascii="GHEA Grapalat" w:hAnsi="GHEA Grapalat" w:cs="Sylfaen"/>
                <w:sz w:val="22"/>
                <w:szCs w:val="22"/>
                <w:lang w:val="hy-AM"/>
              </w:rPr>
              <w:t>աստիճան</w:t>
            </w:r>
            <w:r w:rsidRPr="008F3F5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D439BF" w:rsidRPr="008F3F50" w:rsidRDefault="00D439BF" w:rsidP="008F3F50">
            <w:pPr>
              <w:tabs>
                <w:tab w:val="left" w:pos="630"/>
                <w:tab w:val="left" w:pos="972"/>
              </w:tabs>
              <w:ind w:right="-1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D439BF" w:rsidRPr="008F3F50" w:rsidRDefault="00D439BF" w:rsidP="008F3F50">
      <w:pPr>
        <w:tabs>
          <w:tab w:val="left" w:pos="630"/>
          <w:tab w:val="left" w:pos="810"/>
        </w:tabs>
        <w:ind w:right="-1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D439BF" w:rsidRPr="008F3F50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9BF" w:rsidRDefault="00D439BF" w:rsidP="000B1FF2">
      <w:r>
        <w:separator/>
      </w:r>
    </w:p>
  </w:endnote>
  <w:endnote w:type="continuationSeparator" w:id="0">
    <w:p w:rsidR="00D439BF" w:rsidRDefault="00D439BF" w:rsidP="000B1F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9BF" w:rsidRDefault="00D439BF" w:rsidP="000B1FF2">
      <w:r>
        <w:separator/>
      </w:r>
    </w:p>
  </w:footnote>
  <w:footnote w:type="continuationSeparator" w:id="0">
    <w:p w:rsidR="00D439BF" w:rsidRDefault="00D439BF" w:rsidP="000B1F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4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464D"/>
    <w:rsid w:val="00007C4F"/>
    <w:rsid w:val="00012681"/>
    <w:rsid w:val="00013A4A"/>
    <w:rsid w:val="00022A76"/>
    <w:rsid w:val="00022FF6"/>
    <w:rsid w:val="00065467"/>
    <w:rsid w:val="000B1FF2"/>
    <w:rsid w:val="000C12D9"/>
    <w:rsid w:val="000D1AB7"/>
    <w:rsid w:val="000D22E8"/>
    <w:rsid w:val="000D4DDA"/>
    <w:rsid w:val="000F1EA5"/>
    <w:rsid w:val="000F2F22"/>
    <w:rsid w:val="000F40CB"/>
    <w:rsid w:val="00100FDF"/>
    <w:rsid w:val="00120198"/>
    <w:rsid w:val="0012535C"/>
    <w:rsid w:val="001348D2"/>
    <w:rsid w:val="00134D91"/>
    <w:rsid w:val="001410F9"/>
    <w:rsid w:val="00142365"/>
    <w:rsid w:val="0015035E"/>
    <w:rsid w:val="001541AD"/>
    <w:rsid w:val="00155B60"/>
    <w:rsid w:val="00160D49"/>
    <w:rsid w:val="00161E10"/>
    <w:rsid w:val="001655C7"/>
    <w:rsid w:val="001842DC"/>
    <w:rsid w:val="00197C7E"/>
    <w:rsid w:val="001B0E43"/>
    <w:rsid w:val="001B2E9D"/>
    <w:rsid w:val="001C44C4"/>
    <w:rsid w:val="001E6907"/>
    <w:rsid w:val="0020188D"/>
    <w:rsid w:val="0022672A"/>
    <w:rsid w:val="00226F80"/>
    <w:rsid w:val="00234FD2"/>
    <w:rsid w:val="002446DC"/>
    <w:rsid w:val="00244A77"/>
    <w:rsid w:val="00263EC1"/>
    <w:rsid w:val="002718CB"/>
    <w:rsid w:val="00275C26"/>
    <w:rsid w:val="00281428"/>
    <w:rsid w:val="00291F1D"/>
    <w:rsid w:val="00293E2C"/>
    <w:rsid w:val="0029466C"/>
    <w:rsid w:val="00296C13"/>
    <w:rsid w:val="002B5300"/>
    <w:rsid w:val="00307006"/>
    <w:rsid w:val="0032255B"/>
    <w:rsid w:val="00323447"/>
    <w:rsid w:val="00324857"/>
    <w:rsid w:val="00333CE9"/>
    <w:rsid w:val="003459A6"/>
    <w:rsid w:val="00350A11"/>
    <w:rsid w:val="00373E4B"/>
    <w:rsid w:val="00377DBC"/>
    <w:rsid w:val="00393712"/>
    <w:rsid w:val="003A085F"/>
    <w:rsid w:val="003A4313"/>
    <w:rsid w:val="003B30E4"/>
    <w:rsid w:val="003B7E8C"/>
    <w:rsid w:val="003E3B00"/>
    <w:rsid w:val="003F30DF"/>
    <w:rsid w:val="00400E67"/>
    <w:rsid w:val="0041477C"/>
    <w:rsid w:val="00415CA6"/>
    <w:rsid w:val="004273AB"/>
    <w:rsid w:val="00433E87"/>
    <w:rsid w:val="00434EAA"/>
    <w:rsid w:val="00437C3D"/>
    <w:rsid w:val="004722BC"/>
    <w:rsid w:val="00483E28"/>
    <w:rsid w:val="0048403D"/>
    <w:rsid w:val="00486F53"/>
    <w:rsid w:val="004B183E"/>
    <w:rsid w:val="004C2879"/>
    <w:rsid w:val="004D30B7"/>
    <w:rsid w:val="004E1619"/>
    <w:rsid w:val="004F59FF"/>
    <w:rsid w:val="0050075D"/>
    <w:rsid w:val="00542943"/>
    <w:rsid w:val="005502EE"/>
    <w:rsid w:val="00563B9F"/>
    <w:rsid w:val="00563C02"/>
    <w:rsid w:val="00571109"/>
    <w:rsid w:val="0058051D"/>
    <w:rsid w:val="00591626"/>
    <w:rsid w:val="005A6C05"/>
    <w:rsid w:val="005B39F7"/>
    <w:rsid w:val="005B77F6"/>
    <w:rsid w:val="005C3D2C"/>
    <w:rsid w:val="005D106C"/>
    <w:rsid w:val="005D57AC"/>
    <w:rsid w:val="005E1EDA"/>
    <w:rsid w:val="005E74C7"/>
    <w:rsid w:val="006016C4"/>
    <w:rsid w:val="00624292"/>
    <w:rsid w:val="0062515B"/>
    <w:rsid w:val="006306A7"/>
    <w:rsid w:val="00631224"/>
    <w:rsid w:val="0063125B"/>
    <w:rsid w:val="00635858"/>
    <w:rsid w:val="00662CEC"/>
    <w:rsid w:val="00674D2E"/>
    <w:rsid w:val="0068044E"/>
    <w:rsid w:val="006A2E54"/>
    <w:rsid w:val="006C3715"/>
    <w:rsid w:val="006D2F24"/>
    <w:rsid w:val="006E3E0A"/>
    <w:rsid w:val="006E4614"/>
    <w:rsid w:val="006F1F77"/>
    <w:rsid w:val="006F550F"/>
    <w:rsid w:val="00711B92"/>
    <w:rsid w:val="0071591B"/>
    <w:rsid w:val="00741E95"/>
    <w:rsid w:val="007423EF"/>
    <w:rsid w:val="00760DB4"/>
    <w:rsid w:val="00760EBE"/>
    <w:rsid w:val="00773A3A"/>
    <w:rsid w:val="0078050D"/>
    <w:rsid w:val="007811B2"/>
    <w:rsid w:val="00784054"/>
    <w:rsid w:val="007A00DA"/>
    <w:rsid w:val="007A04DD"/>
    <w:rsid w:val="007C2FB7"/>
    <w:rsid w:val="007D5858"/>
    <w:rsid w:val="008056DA"/>
    <w:rsid w:val="008132C2"/>
    <w:rsid w:val="00822149"/>
    <w:rsid w:val="008308E6"/>
    <w:rsid w:val="00841FC6"/>
    <w:rsid w:val="00847008"/>
    <w:rsid w:val="008573EC"/>
    <w:rsid w:val="008608C1"/>
    <w:rsid w:val="00862823"/>
    <w:rsid w:val="008707F6"/>
    <w:rsid w:val="008712CF"/>
    <w:rsid w:val="00891E91"/>
    <w:rsid w:val="008935C0"/>
    <w:rsid w:val="008A1F77"/>
    <w:rsid w:val="008B1FE9"/>
    <w:rsid w:val="008B23FE"/>
    <w:rsid w:val="008B5B67"/>
    <w:rsid w:val="008C018D"/>
    <w:rsid w:val="008C6448"/>
    <w:rsid w:val="008D705C"/>
    <w:rsid w:val="008E08F6"/>
    <w:rsid w:val="008E6B6F"/>
    <w:rsid w:val="008F3F50"/>
    <w:rsid w:val="009020DB"/>
    <w:rsid w:val="00902E28"/>
    <w:rsid w:val="00912A77"/>
    <w:rsid w:val="009404E8"/>
    <w:rsid w:val="00944507"/>
    <w:rsid w:val="0095451F"/>
    <w:rsid w:val="009567B8"/>
    <w:rsid w:val="00956CAD"/>
    <w:rsid w:val="009A1A81"/>
    <w:rsid w:val="009B647F"/>
    <w:rsid w:val="009F0A49"/>
    <w:rsid w:val="009F7D12"/>
    <w:rsid w:val="00A201A8"/>
    <w:rsid w:val="00A266B0"/>
    <w:rsid w:val="00A3464D"/>
    <w:rsid w:val="00A35FC4"/>
    <w:rsid w:val="00A63543"/>
    <w:rsid w:val="00A71C31"/>
    <w:rsid w:val="00A867B5"/>
    <w:rsid w:val="00AD7F75"/>
    <w:rsid w:val="00AE7CA7"/>
    <w:rsid w:val="00AF2FD4"/>
    <w:rsid w:val="00B05D27"/>
    <w:rsid w:val="00B36DAA"/>
    <w:rsid w:val="00B4222C"/>
    <w:rsid w:val="00BA303F"/>
    <w:rsid w:val="00BA3050"/>
    <w:rsid w:val="00BB195D"/>
    <w:rsid w:val="00BD6429"/>
    <w:rsid w:val="00BE066F"/>
    <w:rsid w:val="00BE42E0"/>
    <w:rsid w:val="00BE58FF"/>
    <w:rsid w:val="00BF6F78"/>
    <w:rsid w:val="00C00A1B"/>
    <w:rsid w:val="00C104D9"/>
    <w:rsid w:val="00C1520F"/>
    <w:rsid w:val="00C24BCA"/>
    <w:rsid w:val="00C25D18"/>
    <w:rsid w:val="00C330A2"/>
    <w:rsid w:val="00C379B2"/>
    <w:rsid w:val="00C47C44"/>
    <w:rsid w:val="00C62555"/>
    <w:rsid w:val="00C65AE0"/>
    <w:rsid w:val="00C67D9F"/>
    <w:rsid w:val="00C8449C"/>
    <w:rsid w:val="00C85329"/>
    <w:rsid w:val="00CB7488"/>
    <w:rsid w:val="00CC1C7B"/>
    <w:rsid w:val="00CC4857"/>
    <w:rsid w:val="00CC7CC0"/>
    <w:rsid w:val="00CE2581"/>
    <w:rsid w:val="00CE3AC1"/>
    <w:rsid w:val="00CF0059"/>
    <w:rsid w:val="00CF1258"/>
    <w:rsid w:val="00CF1369"/>
    <w:rsid w:val="00CF3932"/>
    <w:rsid w:val="00D01421"/>
    <w:rsid w:val="00D31D38"/>
    <w:rsid w:val="00D3269B"/>
    <w:rsid w:val="00D331FF"/>
    <w:rsid w:val="00D3484C"/>
    <w:rsid w:val="00D439BF"/>
    <w:rsid w:val="00D45A1C"/>
    <w:rsid w:val="00D510F1"/>
    <w:rsid w:val="00D62EE9"/>
    <w:rsid w:val="00D6572D"/>
    <w:rsid w:val="00D70580"/>
    <w:rsid w:val="00D71B10"/>
    <w:rsid w:val="00D76C7D"/>
    <w:rsid w:val="00D9475F"/>
    <w:rsid w:val="00DB100F"/>
    <w:rsid w:val="00DD20E4"/>
    <w:rsid w:val="00DD2E03"/>
    <w:rsid w:val="00DF4414"/>
    <w:rsid w:val="00DF5A60"/>
    <w:rsid w:val="00E35AE1"/>
    <w:rsid w:val="00E57FDD"/>
    <w:rsid w:val="00E66725"/>
    <w:rsid w:val="00E8503F"/>
    <w:rsid w:val="00EA01F2"/>
    <w:rsid w:val="00EA343D"/>
    <w:rsid w:val="00EA3D95"/>
    <w:rsid w:val="00EB2FDF"/>
    <w:rsid w:val="00EC0B35"/>
    <w:rsid w:val="00EC32F7"/>
    <w:rsid w:val="00ED59C1"/>
    <w:rsid w:val="00ED7499"/>
    <w:rsid w:val="00EE5B83"/>
    <w:rsid w:val="00F22BC4"/>
    <w:rsid w:val="00F2319A"/>
    <w:rsid w:val="00F2779B"/>
    <w:rsid w:val="00F27CF0"/>
    <w:rsid w:val="00F52DAD"/>
    <w:rsid w:val="00F6611A"/>
    <w:rsid w:val="00F7797C"/>
    <w:rsid w:val="00F8409B"/>
    <w:rsid w:val="00F94D1E"/>
    <w:rsid w:val="00FA0B10"/>
    <w:rsid w:val="00FA1E73"/>
    <w:rsid w:val="00FB7E62"/>
    <w:rsid w:val="00FD1530"/>
    <w:rsid w:val="00FD4DA7"/>
    <w:rsid w:val="00FE4B4D"/>
    <w:rsid w:val="00FF5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7A80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rsid w:val="000B1F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uiPriority w:val="99"/>
    <w:rsid w:val="000B1F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uiPriority w:val="59"/>
    <w:rsid w:val="00741E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8132C2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132C2"/>
    <w:rPr>
      <w:rFonts w:ascii="Segoe UI" w:hAnsi="Segoe UI"/>
      <w:sz w:val="18"/>
      <w:lang w:val="en-GB"/>
    </w:rPr>
  </w:style>
  <w:style w:type="paragraph" w:styleId="BodyText">
    <w:name w:val="Body Text"/>
    <w:basedOn w:val="Normal"/>
    <w:link w:val="BodyTextChar"/>
    <w:uiPriority w:val="99"/>
    <w:rsid w:val="00542943"/>
    <w:pPr>
      <w:jc w:val="center"/>
    </w:pPr>
    <w:rPr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42943"/>
    <w:rPr>
      <w:rFonts w:ascii="Times Armenian" w:hAnsi="Times Armenian"/>
      <w:sz w:val="24"/>
    </w:rPr>
  </w:style>
  <w:style w:type="paragraph" w:styleId="BodyTextIndent">
    <w:name w:val="Body Text Indent"/>
    <w:basedOn w:val="Normal"/>
    <w:link w:val="BodyTextIndentChar"/>
    <w:uiPriority w:val="99"/>
    <w:rsid w:val="0054294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42943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uiPriority w:val="99"/>
    <w:rsid w:val="003A431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A4313"/>
    <w:rPr>
      <w:rFonts w:ascii="Times Armenian" w:hAnsi="Times Armenian"/>
      <w:sz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93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712</Words>
  <Characters>4059</Characters>
  <Application>Microsoft Office Outlook</Application>
  <DocSecurity>0</DocSecurity>
  <Lines>0</Lines>
  <Paragraphs>0</Paragraphs>
  <ScaleCrop>false</ScaleCrop>
  <Company>_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dc:description/>
  <cp:lastModifiedBy>Meri Ayanjyan</cp:lastModifiedBy>
  <cp:revision>10</cp:revision>
  <cp:lastPrinted>2022-07-14T06:35:00Z</cp:lastPrinted>
  <dcterms:created xsi:type="dcterms:W3CDTF">2022-07-14T06:36:00Z</dcterms:created>
  <dcterms:modified xsi:type="dcterms:W3CDTF">2022-07-21T08:46:00Z</dcterms:modified>
</cp:coreProperties>
</file>